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16673" w14:textId="77777777" w:rsidR="00761DE3" w:rsidRPr="00C33592" w:rsidRDefault="00F0791A" w:rsidP="00761DE3">
      <w:pPr>
        <w:pStyle w:val="Nagwek"/>
        <w:ind w:left="-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</w:t>
      </w:r>
    </w:p>
    <w:p w14:paraId="472404E5" w14:textId="77777777" w:rsidR="00F0791A" w:rsidRPr="00C33592" w:rsidRDefault="008475E8" w:rsidP="00761DE3">
      <w:pPr>
        <w:pStyle w:val="Nagwek"/>
        <w:ind w:left="-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i/>
          <w:noProof/>
          <w:sz w:val="22"/>
          <w:szCs w:val="22"/>
        </w:rPr>
        <w:drawing>
          <wp:inline distT="0" distB="0" distL="0" distR="0" wp14:anchorId="1523DD8B" wp14:editId="1BF6ED86">
            <wp:extent cx="6156325" cy="531240"/>
            <wp:effectExtent l="0" t="0" r="0" b="254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CAB18" w14:textId="77777777" w:rsidR="000867FD" w:rsidRPr="00C33592" w:rsidRDefault="000867FD" w:rsidP="000867FD">
      <w:pPr>
        <w:pStyle w:val="Nagwek2"/>
        <w:tabs>
          <w:tab w:val="left" w:pos="3870"/>
        </w:tabs>
        <w:spacing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33592">
        <w:rPr>
          <w:rFonts w:asciiTheme="minorHAnsi" w:hAnsiTheme="minorHAnsi" w:cstheme="minorHAnsi"/>
          <w:bCs/>
          <w:sz w:val="22"/>
          <w:szCs w:val="22"/>
        </w:rPr>
        <w:tab/>
      </w:r>
    </w:p>
    <w:p w14:paraId="6B9C92C1" w14:textId="77777777" w:rsidR="008475E8" w:rsidRPr="00C33592" w:rsidRDefault="008475E8" w:rsidP="000867FD">
      <w:pPr>
        <w:pStyle w:val="Nagwek2"/>
        <w:rPr>
          <w:rFonts w:asciiTheme="minorHAnsi" w:hAnsiTheme="minorHAnsi" w:cstheme="minorHAnsi"/>
          <w:sz w:val="22"/>
          <w:szCs w:val="22"/>
        </w:rPr>
      </w:pPr>
    </w:p>
    <w:p w14:paraId="70B6EA8D" w14:textId="77777777" w:rsidR="000867FD" w:rsidRPr="00C33592" w:rsidRDefault="000867FD" w:rsidP="000867FD">
      <w:pPr>
        <w:pStyle w:val="Nagwek2"/>
        <w:rPr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>FORMULARZ OFERTOWY</w:t>
      </w:r>
    </w:p>
    <w:p w14:paraId="34510767" w14:textId="77777777" w:rsidR="00394D21" w:rsidRPr="00C33592" w:rsidRDefault="000867FD" w:rsidP="0001600C">
      <w:pPr>
        <w:spacing w:line="12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</w:t>
      </w:r>
    </w:p>
    <w:p w14:paraId="2395CEB7" w14:textId="77777777" w:rsidR="000867FD" w:rsidRPr="00C33592" w:rsidRDefault="006D4BE8" w:rsidP="006D4BE8">
      <w:pPr>
        <w:spacing w:line="120" w:lineRule="atLeast"/>
        <w:ind w:left="5040" w:firstLine="2048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>Muzeum Ziemi Sądeckiej</w:t>
      </w:r>
    </w:p>
    <w:p w14:paraId="45280338" w14:textId="77777777" w:rsidR="006D4BE8" w:rsidRPr="00C33592" w:rsidRDefault="006D4BE8" w:rsidP="006D4BE8">
      <w:pPr>
        <w:spacing w:line="120" w:lineRule="atLeast"/>
        <w:ind w:left="5040" w:firstLine="2048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>Ul. Jagiellońska 56</w:t>
      </w:r>
    </w:p>
    <w:p w14:paraId="2B1052C9" w14:textId="77777777" w:rsidR="006D4BE8" w:rsidRPr="00C33592" w:rsidRDefault="006D4BE8" w:rsidP="006D4BE8">
      <w:pPr>
        <w:spacing w:line="120" w:lineRule="atLeast"/>
        <w:ind w:left="5040" w:firstLine="2048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>33-300 Nowy Sącz</w:t>
      </w:r>
    </w:p>
    <w:p w14:paraId="2C44C1E3" w14:textId="77777777" w:rsidR="000867FD" w:rsidRPr="00C33592" w:rsidRDefault="000867FD" w:rsidP="000867FD">
      <w:pPr>
        <w:spacing w:line="120" w:lineRule="atLeast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03E9707" w14:textId="364A7608" w:rsidR="003908A2" w:rsidRPr="002D4779" w:rsidRDefault="003908A2" w:rsidP="00407E0E">
      <w:pPr>
        <w:jc w:val="both"/>
        <w:rPr>
          <w:rStyle w:val="Teksttreci2"/>
          <w:rFonts w:asciiTheme="minorHAnsi" w:eastAsia="Times New Roman" w:hAnsiTheme="minorHAnsi" w:cstheme="minorHAnsi"/>
          <w:color w:val="000000" w:themeColor="text1"/>
          <w:lang w:bidi="ar-SA"/>
        </w:rPr>
      </w:pPr>
      <w:r w:rsidRPr="00C33592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„Translokacja i adaptacja zabytkowego drewnianego dworu na cele -kulturowo–społeczne w Muzeum Ziemi Sądeckiej”  w ramach projektu PN.” MAŁOPOLSKI DWÓR- „ZIELONA” ODNOWA I ODBUDOWA ZABYTKÓW ORAZ ADAPTACJA DLA NOWYCH FUNKCJI SPOŁECZNO – GOSPODARCZYCH” </w:t>
      </w:r>
      <w:bookmarkStart w:id="0" w:name="_GoBack"/>
      <w:bookmarkEnd w:id="0"/>
      <w:r w:rsidR="00407E0E" w:rsidRPr="002D47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prowadzonego </w:t>
      </w:r>
      <w:r w:rsidRPr="002D4779">
        <w:rPr>
          <w:rStyle w:val="Teksttreci2"/>
          <w:rFonts w:asciiTheme="minorHAnsi" w:hAnsiTheme="minorHAnsi" w:cstheme="minorHAnsi"/>
          <w:color w:val="000000" w:themeColor="text1"/>
        </w:rPr>
        <w:t xml:space="preserve">w trybie podstawowym na podstawie art. 275 pkt 1 ustawy </w:t>
      </w:r>
      <w:r w:rsidR="00407E0E" w:rsidRPr="002D4779">
        <w:rPr>
          <w:rStyle w:val="Teksttreci2"/>
          <w:rFonts w:asciiTheme="minorHAnsi" w:hAnsiTheme="minorHAnsi" w:cstheme="minorHAnsi"/>
          <w:color w:val="000000" w:themeColor="text1"/>
        </w:rPr>
        <w:t xml:space="preserve">z dnia 11 września 2021r. Prawo zamówień publicznych (Dz.U.2024, poz. 1320 z </w:t>
      </w:r>
      <w:proofErr w:type="spellStart"/>
      <w:r w:rsidR="00407E0E" w:rsidRPr="002D4779">
        <w:rPr>
          <w:rStyle w:val="Teksttreci2"/>
          <w:rFonts w:asciiTheme="minorHAnsi" w:hAnsiTheme="minorHAnsi" w:cstheme="minorHAnsi"/>
          <w:color w:val="000000" w:themeColor="text1"/>
        </w:rPr>
        <w:t>późn</w:t>
      </w:r>
      <w:proofErr w:type="spellEnd"/>
      <w:r w:rsidR="00E53962">
        <w:rPr>
          <w:rStyle w:val="Teksttreci2"/>
          <w:rFonts w:asciiTheme="minorHAnsi" w:hAnsiTheme="minorHAnsi" w:cstheme="minorHAnsi"/>
          <w:color w:val="000000" w:themeColor="text1"/>
        </w:rPr>
        <w:t>.</w:t>
      </w:r>
      <w:r w:rsidR="00407E0E" w:rsidRPr="002D4779">
        <w:rPr>
          <w:rStyle w:val="Teksttreci2"/>
          <w:rFonts w:asciiTheme="minorHAnsi" w:hAnsiTheme="minorHAnsi" w:cstheme="minorHAnsi"/>
          <w:color w:val="000000" w:themeColor="text1"/>
        </w:rPr>
        <w:t xml:space="preserve"> zm.)</w:t>
      </w:r>
    </w:p>
    <w:p w14:paraId="62740A76" w14:textId="77777777" w:rsidR="00407E0E" w:rsidRPr="00C33592" w:rsidRDefault="00407E0E" w:rsidP="003908A2">
      <w:pPr>
        <w:pStyle w:val="Bezodstpw"/>
        <w:tabs>
          <w:tab w:val="left" w:pos="0"/>
        </w:tabs>
        <w:rPr>
          <w:rStyle w:val="Teksttreci3"/>
          <w:rFonts w:asciiTheme="minorHAnsi" w:hAnsiTheme="minorHAnsi" w:cstheme="minorHAnsi"/>
          <w:i w:val="0"/>
          <w:iCs w:val="0"/>
          <w:color w:val="auto"/>
          <w:sz w:val="22"/>
          <w:szCs w:val="22"/>
        </w:rPr>
      </w:pPr>
    </w:p>
    <w:p w14:paraId="61CAD7F1" w14:textId="61B92412" w:rsidR="00407E0E" w:rsidRPr="00C33592" w:rsidRDefault="003908A2" w:rsidP="00407E0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Style w:val="Teksttreci3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Oznaczenie zamawiającego:</w:t>
      </w:r>
      <w:r w:rsidR="00407E0E" w:rsidRPr="00C33592">
        <w:rPr>
          <w:rStyle w:val="Teksttreci3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 xml:space="preserve"> </w:t>
      </w:r>
      <w:r w:rsidR="00407E0E" w:rsidRPr="00C33592">
        <w:rPr>
          <w:rFonts w:asciiTheme="minorHAnsi" w:eastAsia="CIDFont+F2" w:hAnsiTheme="minorHAnsi" w:cstheme="minorHAnsi"/>
          <w:sz w:val="22"/>
          <w:szCs w:val="22"/>
        </w:rPr>
        <w:t>Muzeum Ziemi Sądeckiej, ul. Jagiellońska 56, 33-300 Nowy Sącz</w:t>
      </w:r>
    </w:p>
    <w:p w14:paraId="3DCB1CCE" w14:textId="77777777" w:rsidR="00407E0E" w:rsidRPr="00C33592" w:rsidRDefault="00407E0E" w:rsidP="00407E0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34D743" w14:textId="746DF31F" w:rsidR="003908A2" w:rsidRPr="00C33592" w:rsidRDefault="003908A2" w:rsidP="003908A2">
      <w:pPr>
        <w:pStyle w:val="Bezodstpw"/>
        <w:tabs>
          <w:tab w:val="left" w:pos="0"/>
        </w:tabs>
        <w:rPr>
          <w:rStyle w:val="Teksttreci3"/>
          <w:rFonts w:asciiTheme="minorHAnsi" w:hAnsiTheme="minorHAnsi" w:cstheme="minorHAnsi"/>
          <w:i w:val="0"/>
          <w:iCs w:val="0"/>
          <w:color w:val="auto"/>
          <w:sz w:val="22"/>
          <w:szCs w:val="22"/>
        </w:rPr>
      </w:pPr>
    </w:p>
    <w:p w14:paraId="0232F897" w14:textId="77777777" w:rsidR="003908A2" w:rsidRPr="00C33592" w:rsidRDefault="003908A2" w:rsidP="003908A2">
      <w:pPr>
        <w:pStyle w:val="Bezodstpw"/>
        <w:tabs>
          <w:tab w:val="left" w:pos="0"/>
        </w:tabs>
        <w:rPr>
          <w:rStyle w:val="Teksttreci3"/>
          <w:rFonts w:asciiTheme="minorHAnsi" w:hAnsiTheme="minorHAnsi" w:cstheme="minorHAnsi"/>
          <w:i w:val="0"/>
          <w:iCs w:val="0"/>
          <w:color w:val="auto"/>
          <w:sz w:val="22"/>
          <w:szCs w:val="22"/>
        </w:rPr>
      </w:pPr>
      <w:r w:rsidRPr="00C33592">
        <w:rPr>
          <w:rStyle w:val="Teksttreci3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Nr ogłoszenia w BZP:…………………/ data ogłoszenia:…………………………</w:t>
      </w:r>
    </w:p>
    <w:p w14:paraId="787764C3" w14:textId="77777777" w:rsidR="000867FD" w:rsidRPr="00C33592" w:rsidRDefault="000867FD" w:rsidP="000867FD">
      <w:p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761779E" w14:textId="77777777" w:rsidR="000867FD" w:rsidRPr="00C33592" w:rsidRDefault="000867FD" w:rsidP="000867FD">
      <w:pPr>
        <w:spacing w:line="48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NAZWA WYKONAWCY</w:t>
      </w:r>
      <w:r w:rsidR="00C15E2D" w:rsidRPr="00C33592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C33592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1136ACA9" w14:textId="77777777" w:rsidR="000867FD" w:rsidRPr="00C33592" w:rsidRDefault="000867FD" w:rsidP="000867FD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</w:t>
      </w:r>
    </w:p>
    <w:p w14:paraId="798A9513" w14:textId="77777777" w:rsidR="000867FD" w:rsidRPr="00C33592" w:rsidRDefault="000867FD" w:rsidP="000867FD">
      <w:pPr>
        <w:spacing w:line="48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ADRES (siedziba) WYKONAWCY: ____________________________________________________________</w:t>
      </w:r>
    </w:p>
    <w:p w14:paraId="5485F742" w14:textId="77777777" w:rsidR="000867FD" w:rsidRPr="00C33592" w:rsidRDefault="000867FD" w:rsidP="000867FD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 xml:space="preserve">powiat: </w:t>
      </w:r>
      <w:r w:rsidRPr="00C33592">
        <w:rPr>
          <w:rFonts w:asciiTheme="minorHAnsi" w:hAnsiTheme="minorHAnsi" w:cstheme="minorHAnsi"/>
          <w:sz w:val="22"/>
          <w:szCs w:val="22"/>
        </w:rPr>
        <w:t>__________________________________________</w:t>
      </w:r>
      <w:r w:rsidRPr="00C33592">
        <w:rPr>
          <w:rFonts w:asciiTheme="minorHAnsi" w:hAnsiTheme="minorHAnsi" w:cstheme="minorHAnsi"/>
          <w:b/>
          <w:bCs/>
          <w:sz w:val="22"/>
          <w:szCs w:val="22"/>
        </w:rPr>
        <w:t>województwo:</w:t>
      </w:r>
      <w:r w:rsidRPr="00C33592"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14:paraId="326B7479" w14:textId="77777777" w:rsidR="000867FD" w:rsidRPr="00C33592" w:rsidRDefault="000867FD" w:rsidP="000867FD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 xml:space="preserve">KRS/EDG/CEIDG: </w:t>
      </w:r>
      <w:r w:rsidRPr="00C33592">
        <w:rPr>
          <w:rFonts w:asciiTheme="minorHAnsi" w:hAnsiTheme="minorHAnsi" w:cstheme="minorHAnsi"/>
          <w:sz w:val="22"/>
          <w:szCs w:val="22"/>
        </w:rPr>
        <w:t>__________________</w:t>
      </w:r>
      <w:r w:rsidRPr="00C3359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REGON: </w:t>
      </w:r>
      <w:r w:rsidRPr="00C33592">
        <w:rPr>
          <w:rFonts w:asciiTheme="minorHAnsi" w:hAnsiTheme="minorHAnsi" w:cstheme="minorHAnsi"/>
          <w:sz w:val="22"/>
          <w:szCs w:val="22"/>
          <w:lang w:val="de-DE"/>
        </w:rPr>
        <w:t xml:space="preserve">_______________________ </w:t>
      </w:r>
      <w:r w:rsidRPr="00C33592">
        <w:rPr>
          <w:rFonts w:asciiTheme="minorHAnsi" w:hAnsiTheme="minorHAnsi" w:cstheme="minorHAnsi"/>
          <w:sz w:val="22"/>
          <w:szCs w:val="22"/>
          <w:lang w:val="de-DE"/>
        </w:rPr>
        <w:tab/>
      </w:r>
      <w:r w:rsidRPr="00C3359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NIP: </w:t>
      </w:r>
      <w:r w:rsidRPr="00C33592">
        <w:rPr>
          <w:rFonts w:asciiTheme="minorHAnsi" w:hAnsiTheme="minorHAnsi" w:cstheme="minorHAnsi"/>
          <w:sz w:val="22"/>
          <w:szCs w:val="22"/>
          <w:lang w:val="de-DE"/>
        </w:rPr>
        <w:t>_______________________________</w:t>
      </w:r>
    </w:p>
    <w:p w14:paraId="5F600319" w14:textId="77777777" w:rsidR="000867FD" w:rsidRPr="00C33592" w:rsidRDefault="000867FD" w:rsidP="009F0E9F">
      <w:pPr>
        <w:spacing w:line="48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tel.: </w:t>
      </w:r>
      <w:r w:rsidR="009F0E9F" w:rsidRPr="00C33592">
        <w:rPr>
          <w:rFonts w:asciiTheme="minorHAnsi" w:hAnsiTheme="minorHAnsi" w:cstheme="minorHAnsi"/>
          <w:sz w:val="22"/>
          <w:szCs w:val="22"/>
          <w:lang w:val="de-DE"/>
        </w:rPr>
        <w:t xml:space="preserve">___________________, </w:t>
      </w:r>
      <w:proofErr w:type="spellStart"/>
      <w:r w:rsidRPr="00C33592">
        <w:rPr>
          <w:rFonts w:asciiTheme="minorHAnsi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C3359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: </w:t>
      </w:r>
      <w:r w:rsidR="009F0E9F" w:rsidRPr="00C3359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___________________, </w:t>
      </w:r>
      <w:r w:rsidRPr="00C33592">
        <w:rPr>
          <w:rFonts w:asciiTheme="minorHAnsi" w:hAnsiTheme="minorHAnsi" w:cstheme="minorHAnsi"/>
          <w:b/>
          <w:bCs/>
          <w:sz w:val="22"/>
          <w:szCs w:val="22"/>
        </w:rPr>
        <w:t>strona internetowa: ______________________________</w:t>
      </w:r>
    </w:p>
    <w:p w14:paraId="0163B851" w14:textId="77777777" w:rsidR="00C15E2D" w:rsidRPr="00C33592" w:rsidRDefault="00C15E2D" w:rsidP="00C15E2D">
      <w:pPr>
        <w:rPr>
          <w:rFonts w:asciiTheme="minorHAnsi" w:hAnsiTheme="minorHAnsi" w:cstheme="minorHAnsi"/>
          <w:bCs/>
          <w:sz w:val="22"/>
          <w:szCs w:val="22"/>
        </w:rPr>
      </w:pPr>
      <w:r w:rsidRPr="00C33592">
        <w:rPr>
          <w:rFonts w:asciiTheme="minorHAnsi" w:hAnsiTheme="minorHAnsi" w:cstheme="minorHAnsi"/>
          <w:bCs/>
          <w:sz w:val="22"/>
          <w:szCs w:val="22"/>
        </w:rPr>
        <w:t>*(w przypadku składania oferty przez podmioty występujące wspólnie, należy podać nazwy (firmy) i adresy wszystkich podmiotów składających ofertę wspólnie)</w:t>
      </w:r>
    </w:p>
    <w:p w14:paraId="69A2B3EB" w14:textId="77777777" w:rsidR="000867FD" w:rsidRPr="00C33592" w:rsidRDefault="000867FD" w:rsidP="000867FD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DD3CEE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 xml:space="preserve">Czy wykonawca jest mikroprzedsiębiorstwem bądź małym lub średnim przedsiębiorstwem? </w:t>
      </w:r>
    </w:p>
    <w:p w14:paraId="3F772D62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</w:p>
    <w:p w14:paraId="5A14E7E9" w14:textId="77777777" w:rsidR="006B2B16" w:rsidRPr="00C33592" w:rsidRDefault="000867FD" w:rsidP="006B2B16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[</w:t>
      </w:r>
      <w:r w:rsidR="006B2B16"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 xml:space="preserve">Oświadczamy, że jesteśmy: </w:t>
      </w:r>
      <w:r w:rsidR="006B2B16"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>(zaznaczyć właściwe)</w:t>
      </w:r>
    </w:p>
    <w:p w14:paraId="6F11B147" w14:textId="77777777" w:rsidR="006B2B16" w:rsidRPr="00C33592" w:rsidRDefault="006B2B16" w:rsidP="006B2B16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 xml:space="preserve">mikroprzedsiębiorstwem </w:t>
      </w: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 xml:space="preserve">  </w:t>
      </w: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[  ]  Tak      [  ] Nie</w:t>
      </w:r>
    </w:p>
    <w:p w14:paraId="14CAF69E" w14:textId="77777777" w:rsidR="006B2B16" w:rsidRPr="00C33592" w:rsidRDefault="006B2B16" w:rsidP="006B2B16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małym przedsiębiorstwem  [  ]  Tak      [  ] Nie</w:t>
      </w:r>
    </w:p>
    <w:p w14:paraId="4963CE9C" w14:textId="77777777" w:rsidR="006B2B16" w:rsidRPr="00C33592" w:rsidRDefault="006B2B16" w:rsidP="006B2B16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średnim przedsiębiorstwem</w:t>
      </w: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 xml:space="preserve">  </w:t>
      </w: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[  ]  Tak      [  ] Nie</w:t>
      </w:r>
    </w:p>
    <w:p w14:paraId="14FA0DE4" w14:textId="77777777" w:rsidR="006B2B16" w:rsidRPr="00C33592" w:rsidRDefault="006B2B16" w:rsidP="006B2B16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jednoosobową działalnością gospodarczą [  ]  Tak      [  ] Nie</w:t>
      </w:r>
    </w:p>
    <w:p w14:paraId="57F3A7C9" w14:textId="77777777" w:rsidR="006B2B16" w:rsidRPr="00C33592" w:rsidRDefault="006B2B16" w:rsidP="006B2B16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osobą fizyczną nieprowadzącą działalności gospodarczej [  ]  Tak      [  ] Nie</w:t>
      </w:r>
    </w:p>
    <w:p w14:paraId="3978C08F" w14:textId="77777777" w:rsidR="006B2B16" w:rsidRPr="00C33592" w:rsidRDefault="006B2B16" w:rsidP="006B2B16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inny rodzaj ( w tym duże przedsiębiorstwa) [  ]  Tak      [  ] Nie</w:t>
      </w:r>
    </w:p>
    <w:p w14:paraId="687FEF0F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</w:p>
    <w:p w14:paraId="0F030CBC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i/>
          <w:sz w:val="22"/>
          <w:szCs w:val="22"/>
          <w:u w:val="single"/>
        </w:rPr>
      </w:pPr>
      <w:r w:rsidRPr="00C33592">
        <w:rPr>
          <w:rStyle w:val="5yl5"/>
          <w:rFonts w:asciiTheme="minorHAnsi" w:eastAsia="Arial Unicode MS" w:hAnsiTheme="minorHAnsi" w:cstheme="minorHAnsi"/>
          <w:i/>
          <w:sz w:val="22"/>
          <w:szCs w:val="22"/>
          <w:u w:val="single"/>
        </w:rPr>
        <w:t>Uwaga:</w:t>
      </w:r>
    </w:p>
    <w:p w14:paraId="030C4C90" w14:textId="77777777" w:rsidR="000867FD" w:rsidRPr="00C33592" w:rsidRDefault="000867FD" w:rsidP="000867FD">
      <w:pPr>
        <w:rPr>
          <w:rStyle w:val="5yl5"/>
          <w:rFonts w:asciiTheme="minorHAnsi" w:eastAsia="Arial Unicode MS" w:hAnsiTheme="minorHAnsi" w:cstheme="minorHAnsi"/>
          <w:i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i/>
          <w:sz w:val="22"/>
          <w:szCs w:val="22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9E1CFA3" w14:textId="77777777" w:rsidR="000867FD" w:rsidRPr="00C33592" w:rsidRDefault="000867FD" w:rsidP="000867FD">
      <w:pPr>
        <w:rPr>
          <w:rStyle w:val="5yl5"/>
          <w:rFonts w:asciiTheme="minorHAnsi" w:eastAsia="Arial Unicode MS" w:hAnsiTheme="minorHAnsi" w:cstheme="minorHAnsi"/>
          <w:b/>
          <w:i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i/>
          <w:sz w:val="22"/>
          <w:szCs w:val="22"/>
        </w:rPr>
        <w:t xml:space="preserve">Mikroprzedsiębiorstwo: przedsiębiorstwo, które zatrudnia mniej niż 10 osób i którego roczny obrót lub roczna suma bilansowa nie przekracza 2 milionów EUR. </w:t>
      </w:r>
    </w:p>
    <w:p w14:paraId="36E750D9" w14:textId="77777777" w:rsidR="000867FD" w:rsidRPr="00C33592" w:rsidRDefault="000867FD" w:rsidP="000867FD">
      <w:pPr>
        <w:rPr>
          <w:rStyle w:val="5yl5"/>
          <w:rFonts w:asciiTheme="minorHAnsi" w:eastAsia="Arial Unicode MS" w:hAnsiTheme="minorHAnsi" w:cstheme="minorHAnsi"/>
          <w:b/>
          <w:i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i/>
          <w:sz w:val="22"/>
          <w:szCs w:val="22"/>
        </w:rPr>
        <w:t xml:space="preserve">Małe przedsiębiorstwo: przedsiębiorstwo, które zatrudnia mniej niż 50 osób i którego roczny obrót lub roczna suma bilansowa nie przekracza 10 milionów EUR. </w:t>
      </w:r>
    </w:p>
    <w:p w14:paraId="63155AE1" w14:textId="77777777" w:rsidR="000867FD" w:rsidRPr="00C33592" w:rsidRDefault="000867FD" w:rsidP="000867FD">
      <w:pPr>
        <w:rPr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i/>
          <w:sz w:val="22"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54C5449" w14:textId="77777777" w:rsidR="000867FD" w:rsidRPr="00C33592" w:rsidRDefault="000867FD" w:rsidP="000867FD">
      <w:pPr>
        <w:tabs>
          <w:tab w:val="right" w:pos="9072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C4A599A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 xml:space="preserve">Czy wykonawca bierze udział w postępowaniu o udzielenie zamówienia wspólnie z innymi wykonawcami? (Zwłaszcza w ramach grupy, konsorcjum, spółki joint venture lub podobnego podmiotu) </w:t>
      </w:r>
    </w:p>
    <w:p w14:paraId="6B5C1DB1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 xml:space="preserve">[  ] Tak     [  ] Nie </w:t>
      </w:r>
    </w:p>
    <w:p w14:paraId="47EC0AB5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Jeżeli tak:</w:t>
      </w: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 xml:space="preserve"> </w:t>
      </w:r>
    </w:p>
    <w:p w14:paraId="4563A1E3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>1) Proszę wskazać rolę wykonawcy w grupie: __________________________________________________________________</w:t>
      </w:r>
    </w:p>
    <w:p w14:paraId="1A465D08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>2) Proszę wskazać pozostałych wykonawców biorących wspólnie udział w postępowaniu o udzielenie zamówienia: _______________________________________________________________________________________________________</w:t>
      </w:r>
    </w:p>
    <w:p w14:paraId="186BAE09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>3) W stosownych przypadkach nazwa grupy biorącej udział: _________________________________</w:t>
      </w:r>
    </w:p>
    <w:p w14:paraId="76005699" w14:textId="77777777" w:rsidR="000867FD" w:rsidRPr="00C33592" w:rsidRDefault="000867FD" w:rsidP="000867FD">
      <w:pPr>
        <w:tabs>
          <w:tab w:val="right" w:pos="9072"/>
        </w:tabs>
        <w:jc w:val="both"/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i/>
          <w:sz w:val="22"/>
          <w:szCs w:val="22"/>
          <w:u w:val="single"/>
        </w:rPr>
        <w:t>Uwaga:</w:t>
      </w:r>
      <w:r w:rsidRPr="00C33592">
        <w:rPr>
          <w:rStyle w:val="5yl5"/>
          <w:rFonts w:asciiTheme="minorHAnsi" w:eastAsia="Arial Unicode MS" w:hAnsiTheme="minorHAnsi" w:cstheme="minorHAnsi"/>
          <w:i/>
          <w:sz w:val="22"/>
          <w:szCs w:val="22"/>
          <w:u w:val="single"/>
        </w:rPr>
        <w:t xml:space="preserve"> w przypadku wspólnego ubiegania się o zamówienie przez Wykonawców oświadczenia składa każdy z Wykonawców wspólnie ubiegających się o zamówienie.</w:t>
      </w:r>
    </w:p>
    <w:p w14:paraId="060728CB" w14:textId="77777777" w:rsidR="000867FD" w:rsidRPr="00C33592" w:rsidRDefault="000867FD" w:rsidP="008E3257">
      <w:pPr>
        <w:tabs>
          <w:tab w:val="right" w:pos="9072"/>
        </w:tabs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Osoby upoważnione do reprezentowania Wykonawcy, o ile istnieją:</w:t>
      </w:r>
    </w:p>
    <w:p w14:paraId="5BB494F0" w14:textId="77777777" w:rsidR="000867FD" w:rsidRPr="00C33592" w:rsidRDefault="000867FD" w:rsidP="008E3257">
      <w:pPr>
        <w:tabs>
          <w:tab w:val="right" w:pos="9072"/>
        </w:tabs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Imię i nazwisko:</w:t>
      </w: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 xml:space="preserve">  ___________________________________________________________________________________</w:t>
      </w:r>
    </w:p>
    <w:p w14:paraId="39C2A6EF" w14:textId="77777777" w:rsidR="000867FD" w:rsidRPr="00C33592" w:rsidRDefault="000867FD" w:rsidP="008E3257">
      <w:pPr>
        <w:tabs>
          <w:tab w:val="right" w:pos="9072"/>
        </w:tabs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Stanowisko/Działający(-a) jako</w:t>
      </w: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>: _____________________________________________________________________</w:t>
      </w:r>
    </w:p>
    <w:p w14:paraId="7B8B004D" w14:textId="77777777" w:rsidR="000867FD" w:rsidRPr="00C33592" w:rsidRDefault="000867FD" w:rsidP="008E3257">
      <w:pPr>
        <w:tabs>
          <w:tab w:val="right" w:pos="9072"/>
        </w:tabs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Adres pocztowy</w:t>
      </w: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>: ___________________________________________________________________________________</w:t>
      </w:r>
    </w:p>
    <w:p w14:paraId="1E97963E" w14:textId="77777777" w:rsidR="000867FD" w:rsidRPr="00C33592" w:rsidRDefault="000867FD" w:rsidP="008E3257">
      <w:pPr>
        <w:tabs>
          <w:tab w:val="right" w:pos="9072"/>
        </w:tabs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Tel:</w:t>
      </w:r>
      <w:r w:rsidR="00B45977"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 xml:space="preserve"> </w:t>
      </w: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faks</w:t>
      </w: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 xml:space="preserve"> ________________________________________________________________</w:t>
      </w:r>
    </w:p>
    <w:p w14:paraId="386B7D33" w14:textId="77777777" w:rsidR="000867FD" w:rsidRPr="00C33592" w:rsidRDefault="000867FD" w:rsidP="008E3257">
      <w:pPr>
        <w:tabs>
          <w:tab w:val="right" w:pos="9072"/>
        </w:tabs>
        <w:rPr>
          <w:rStyle w:val="5yl5"/>
          <w:rFonts w:asciiTheme="minorHAnsi" w:eastAsia="Arial Unicode MS" w:hAnsiTheme="minorHAnsi" w:cstheme="minorHAnsi"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b/>
          <w:sz w:val="22"/>
          <w:szCs w:val="22"/>
        </w:rPr>
        <w:t>Adres e-mail:</w:t>
      </w: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 xml:space="preserve"> ____________________________________________________________</w:t>
      </w:r>
    </w:p>
    <w:p w14:paraId="0EAEDB9B" w14:textId="77777777" w:rsidR="000867FD" w:rsidRPr="00C33592" w:rsidRDefault="000867FD" w:rsidP="000867FD">
      <w:pPr>
        <w:tabs>
          <w:tab w:val="right" w:pos="9072"/>
        </w:tabs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C33592">
        <w:rPr>
          <w:rStyle w:val="5yl5"/>
          <w:rFonts w:asciiTheme="minorHAnsi" w:eastAsia="Arial Unicode MS" w:hAnsiTheme="minorHAnsi" w:cstheme="minorHAnsi"/>
          <w:sz w:val="22"/>
          <w:szCs w:val="22"/>
        </w:rPr>
        <w:t>W razie potrzeby proszę podać szczegółowe informacje dotyczące przedstawicielstwa (jego form, zakresu, celu itd.): ____________________________________________________________________________________________________</w:t>
      </w:r>
    </w:p>
    <w:p w14:paraId="652B871F" w14:textId="77777777" w:rsidR="000867FD" w:rsidRPr="00C33592" w:rsidRDefault="000867FD" w:rsidP="000867FD">
      <w:pPr>
        <w:pStyle w:val="Tekstpodstawowywcity"/>
        <w:spacing w:before="120" w:after="80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______________________________________________________________________________________</w:t>
      </w:r>
    </w:p>
    <w:p w14:paraId="51EBAAD8" w14:textId="77777777" w:rsidR="000867FD" w:rsidRPr="00C33592" w:rsidRDefault="000867FD" w:rsidP="009E3681">
      <w:pPr>
        <w:jc w:val="both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Przedkładamy o</w:t>
      </w:r>
      <w:r w:rsidR="002A5349" w:rsidRPr="00C33592">
        <w:rPr>
          <w:rFonts w:asciiTheme="minorHAnsi" w:hAnsiTheme="minorHAnsi" w:cstheme="minorHAnsi"/>
          <w:b/>
          <w:bCs/>
          <w:sz w:val="22"/>
          <w:szCs w:val="22"/>
        </w:rPr>
        <w:t>fertę</w:t>
      </w:r>
      <w:r w:rsidR="009252E4" w:rsidRPr="00C33592">
        <w:rPr>
          <w:rFonts w:asciiTheme="minorHAnsi" w:hAnsiTheme="minorHAnsi" w:cstheme="minorHAnsi"/>
          <w:b/>
          <w:bCs/>
          <w:sz w:val="22"/>
          <w:szCs w:val="22"/>
        </w:rPr>
        <w:t xml:space="preserve"> w postępowaniu o udzielenie zamówienia publicznego prowadzonego w trybie podstawowym </w:t>
      </w:r>
      <w:r w:rsidR="006D4BE8" w:rsidRPr="00C33592">
        <w:rPr>
          <w:rFonts w:asciiTheme="minorHAnsi" w:hAnsiTheme="minorHAnsi" w:cstheme="minorHAnsi"/>
          <w:b/>
          <w:bCs/>
          <w:sz w:val="22"/>
          <w:szCs w:val="22"/>
        </w:rPr>
        <w:t>bez</w:t>
      </w:r>
      <w:r w:rsidR="009252E4" w:rsidRPr="00C33592">
        <w:rPr>
          <w:rFonts w:asciiTheme="minorHAnsi" w:hAnsiTheme="minorHAnsi" w:cstheme="minorHAnsi"/>
          <w:b/>
          <w:bCs/>
          <w:sz w:val="22"/>
          <w:szCs w:val="22"/>
        </w:rPr>
        <w:t xml:space="preserve"> możliwości negocjacji</w:t>
      </w:r>
      <w:r w:rsidR="009252E4" w:rsidRPr="00C33592">
        <w:rPr>
          <w:rFonts w:asciiTheme="minorHAnsi" w:hAnsiTheme="minorHAnsi" w:cstheme="minorHAnsi"/>
          <w:sz w:val="22"/>
          <w:szCs w:val="22"/>
        </w:rPr>
        <w:t xml:space="preserve"> </w:t>
      </w:r>
      <w:r w:rsidRPr="00C33592">
        <w:rPr>
          <w:rFonts w:asciiTheme="minorHAnsi" w:hAnsiTheme="minorHAnsi" w:cstheme="minorHAnsi"/>
          <w:sz w:val="22"/>
          <w:szCs w:val="22"/>
        </w:rPr>
        <w:t xml:space="preserve"> </w:t>
      </w:r>
      <w:r w:rsidR="00F21E89" w:rsidRPr="00C33592">
        <w:rPr>
          <w:rFonts w:asciiTheme="minorHAnsi" w:hAnsiTheme="minorHAnsi" w:cstheme="minorHAnsi"/>
          <w:b/>
          <w:bCs/>
          <w:sz w:val="22"/>
          <w:szCs w:val="22"/>
        </w:rPr>
        <w:t xml:space="preserve">na: </w:t>
      </w:r>
      <w:bookmarkStart w:id="1" w:name="_Hlk216191647"/>
      <w:r w:rsidR="00B45977" w:rsidRPr="00C33592">
        <w:rPr>
          <w:rFonts w:asciiTheme="minorHAnsi" w:hAnsiTheme="minorHAnsi" w:cstheme="minorHAnsi"/>
          <w:i/>
          <w:iCs/>
          <w:sz w:val="22"/>
          <w:szCs w:val="22"/>
        </w:rPr>
        <w:t>„Translokacja i adaptacja zabytkowego drewnianego dworu na cele -kulturowo–społeczne w Muzeum Ziemi Sądeckiej”</w:t>
      </w:r>
      <w:r w:rsidR="00B45977" w:rsidRPr="00C3359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="00B45977" w:rsidRPr="00C33592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="00B45977" w:rsidRPr="00C33592">
        <w:rPr>
          <w:rFonts w:asciiTheme="minorHAnsi" w:hAnsiTheme="minorHAnsi" w:cstheme="minorHAnsi"/>
          <w:i/>
          <w:iCs/>
          <w:sz w:val="22"/>
          <w:szCs w:val="22"/>
        </w:rPr>
        <w:t>PN.” MAŁOPOLSKI DWÓR- „ZIELONA” ODNOWA I ODBUDOWA ZABYTKÓW ORAZ ADAPTACJA DLA NOWYCH FUNKCJI SPOŁECZNO – GOSPODARCZYCH” DO DZIAŁANIA FEMP.05.17 INFRASTRUKTURA REGIONALNYCH INSTYTUCJI KULTURY W RAMACH PROGRAMU REGIONALNEGO FUNDUSZE EUROPEJSKIE DLA MAŁOPOLSKI 2021-2027.</w:t>
      </w:r>
    </w:p>
    <w:p w14:paraId="5906009A" w14:textId="77777777" w:rsidR="000867FD" w:rsidRPr="00C33592" w:rsidRDefault="000867FD" w:rsidP="000867FD">
      <w:pPr>
        <w:pStyle w:val="Tekstpodstawowywcity"/>
        <w:spacing w:before="80" w:after="80"/>
        <w:ind w:left="0" w:firstLine="284"/>
        <w:rPr>
          <w:rFonts w:asciiTheme="minorHAnsi" w:hAnsiTheme="minorHAnsi" w:cstheme="minorHAnsi"/>
          <w:spacing w:val="-2"/>
          <w:sz w:val="22"/>
          <w:szCs w:val="22"/>
        </w:rPr>
      </w:pPr>
      <w:r w:rsidRPr="00C33592">
        <w:rPr>
          <w:rFonts w:asciiTheme="minorHAnsi" w:hAnsiTheme="minorHAnsi" w:cstheme="minorHAnsi"/>
          <w:spacing w:val="-2"/>
          <w:sz w:val="22"/>
          <w:szCs w:val="22"/>
        </w:rPr>
        <w:t xml:space="preserve">Oświadczamy, że zapoznaliśmy się </w:t>
      </w:r>
      <w:r w:rsidR="00334DF9" w:rsidRPr="00C33592">
        <w:rPr>
          <w:rFonts w:asciiTheme="minorHAnsi" w:hAnsiTheme="minorHAnsi" w:cstheme="minorHAnsi"/>
          <w:spacing w:val="-2"/>
          <w:sz w:val="22"/>
          <w:szCs w:val="22"/>
        </w:rPr>
        <w:t>z treścią Specyfikacji</w:t>
      </w:r>
      <w:r w:rsidRPr="00C33592">
        <w:rPr>
          <w:rFonts w:asciiTheme="minorHAnsi" w:hAnsiTheme="minorHAnsi" w:cstheme="minorHAnsi"/>
          <w:spacing w:val="-2"/>
          <w:sz w:val="22"/>
          <w:szCs w:val="22"/>
        </w:rPr>
        <w:t xml:space="preserve"> Warunków Zamówienia wraz z załącznikami w tym </w:t>
      </w:r>
      <w:r w:rsidRPr="00C33592">
        <w:rPr>
          <w:rFonts w:asciiTheme="minorHAnsi" w:hAnsiTheme="minorHAnsi" w:cstheme="minorHAnsi"/>
          <w:spacing w:val="-2"/>
          <w:sz w:val="22"/>
          <w:szCs w:val="22"/>
        </w:rPr>
        <w:br/>
        <w:t>z projektem umowy, nie wnosimy do niej zastrzeżeń i w przypadku udzielenia nam zamówienia zobowiązujemy się do zawarcia umowy uwzględniającej warunki zamawiającego oraz przystąpienia do zgodnej z nimi realizacji zamówienia.</w:t>
      </w:r>
    </w:p>
    <w:p w14:paraId="5651EF82" w14:textId="77777777" w:rsidR="000867FD" w:rsidRPr="00C33592" w:rsidRDefault="000867FD" w:rsidP="000867FD">
      <w:pPr>
        <w:pStyle w:val="Tekstpodstawowywcity"/>
        <w:spacing w:before="80" w:after="80" w:line="360" w:lineRule="auto"/>
        <w:ind w:left="0" w:firstLine="284"/>
        <w:rPr>
          <w:rFonts w:asciiTheme="minorHAnsi" w:hAnsiTheme="minorHAnsi" w:cstheme="minorHAnsi"/>
          <w:spacing w:val="-2"/>
          <w:sz w:val="22"/>
          <w:szCs w:val="22"/>
        </w:rPr>
      </w:pPr>
      <w:r w:rsidRPr="00C33592">
        <w:rPr>
          <w:rFonts w:asciiTheme="minorHAnsi" w:hAnsiTheme="minorHAnsi" w:cstheme="minorHAnsi"/>
          <w:spacing w:val="-2"/>
          <w:sz w:val="22"/>
          <w:szCs w:val="22"/>
        </w:rPr>
        <w:t xml:space="preserve">Jednocześnie oświadczamy, że uznajemy się związani niniejszą ofertą przez okres wskazany przez Zamawiającego w </w:t>
      </w:r>
      <w:r w:rsidR="00F753BF" w:rsidRPr="00C33592">
        <w:rPr>
          <w:rFonts w:asciiTheme="minorHAnsi" w:hAnsiTheme="minorHAnsi" w:cstheme="minorHAnsi"/>
          <w:spacing w:val="-2"/>
          <w:sz w:val="22"/>
          <w:szCs w:val="22"/>
        </w:rPr>
        <w:t>S</w:t>
      </w:r>
      <w:r w:rsidRPr="00C33592">
        <w:rPr>
          <w:rFonts w:asciiTheme="minorHAnsi" w:hAnsiTheme="minorHAnsi" w:cstheme="minorHAnsi"/>
          <w:spacing w:val="-2"/>
          <w:sz w:val="22"/>
          <w:szCs w:val="22"/>
        </w:rPr>
        <w:t xml:space="preserve">WZ. </w:t>
      </w:r>
    </w:p>
    <w:p w14:paraId="205E26B8" w14:textId="575E1CDE" w:rsidR="000867FD" w:rsidRPr="00C33592" w:rsidRDefault="000867FD" w:rsidP="000867FD">
      <w:pPr>
        <w:pStyle w:val="Tekstpodstawowywcity"/>
        <w:spacing w:after="80" w:line="480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Warunki oferowane przez</w:t>
      </w:r>
      <w:r w:rsidR="002D4779">
        <w:rPr>
          <w:rFonts w:asciiTheme="minorHAnsi" w:hAnsiTheme="minorHAnsi" w:cstheme="minorHAnsi"/>
          <w:b/>
          <w:bCs/>
          <w:sz w:val="22"/>
          <w:szCs w:val="22"/>
        </w:rPr>
        <w:t xml:space="preserve"> Wykonawcę</w:t>
      </w:r>
      <w:r w:rsidRPr="00C33592">
        <w:rPr>
          <w:rFonts w:asciiTheme="minorHAnsi" w:hAnsiTheme="minorHAnsi" w:cstheme="minorHAnsi"/>
          <w:b/>
          <w:bCs/>
          <w:sz w:val="22"/>
          <w:szCs w:val="22"/>
        </w:rPr>
        <w:t>– istotne dla realizacji w/w zamówienia, są następujące:</w:t>
      </w:r>
    </w:p>
    <w:p w14:paraId="5700282D" w14:textId="77777777" w:rsidR="000867FD" w:rsidRPr="00C33592" w:rsidRDefault="000867FD" w:rsidP="00E43989">
      <w:pPr>
        <w:pStyle w:val="Nagwek5"/>
        <w:numPr>
          <w:ilvl w:val="0"/>
          <w:numId w:val="34"/>
        </w:num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lastRenderedPageBreak/>
        <w:t>CENA</w:t>
      </w:r>
      <w:r w:rsidR="002750D5" w:rsidRPr="00C33592">
        <w:rPr>
          <w:rFonts w:asciiTheme="minorHAnsi" w:hAnsiTheme="minorHAnsi" w:cstheme="minorHAnsi"/>
          <w:sz w:val="22"/>
          <w:szCs w:val="22"/>
        </w:rPr>
        <w:t xml:space="preserve"> RYCZAŁTOWA</w:t>
      </w:r>
      <w:r w:rsidR="0079327D" w:rsidRPr="00C33592">
        <w:rPr>
          <w:rFonts w:asciiTheme="minorHAnsi" w:hAnsiTheme="minorHAnsi" w:cstheme="minorHAnsi"/>
          <w:sz w:val="22"/>
          <w:szCs w:val="22"/>
        </w:rPr>
        <w:t xml:space="preserve"> ZA CAŁOŚĆ PRZEDMIOTU ZA</w:t>
      </w:r>
      <w:r w:rsidR="005C5E9A" w:rsidRPr="00C33592">
        <w:rPr>
          <w:rFonts w:asciiTheme="minorHAnsi" w:hAnsiTheme="minorHAnsi" w:cstheme="minorHAnsi"/>
          <w:sz w:val="22"/>
          <w:szCs w:val="22"/>
        </w:rPr>
        <w:t>M</w:t>
      </w:r>
      <w:r w:rsidR="0079327D" w:rsidRPr="00C33592">
        <w:rPr>
          <w:rFonts w:asciiTheme="minorHAnsi" w:hAnsiTheme="minorHAnsi" w:cstheme="minorHAnsi"/>
          <w:sz w:val="22"/>
          <w:szCs w:val="22"/>
        </w:rPr>
        <w:t>ÓWIENIA</w:t>
      </w:r>
    </w:p>
    <w:p w14:paraId="3C121D31" w14:textId="77777777" w:rsidR="000867FD" w:rsidRPr="00C33592" w:rsidRDefault="000867FD" w:rsidP="000867FD">
      <w:pPr>
        <w:spacing w:line="48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 xml:space="preserve">netto: ____________________ zł. </w:t>
      </w:r>
      <w:r w:rsidRPr="00C33592">
        <w:rPr>
          <w:rFonts w:asciiTheme="minorHAnsi" w:hAnsiTheme="minorHAnsi" w:cstheme="minorHAnsi"/>
          <w:sz w:val="22"/>
          <w:szCs w:val="22"/>
        </w:rPr>
        <w:tab/>
        <w:t xml:space="preserve">podatek VAT __________________zł. </w:t>
      </w:r>
    </w:p>
    <w:p w14:paraId="1DF6A849" w14:textId="77777777" w:rsidR="00B6372B" w:rsidRPr="00C33592" w:rsidRDefault="00B6372B" w:rsidP="00B6372B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brutto: .................................. zł.</w:t>
      </w:r>
      <w:r w:rsidRPr="00C33592">
        <w:rPr>
          <w:rFonts w:asciiTheme="minorHAnsi" w:hAnsiTheme="minorHAnsi" w:cstheme="minorHAnsi"/>
          <w:sz w:val="22"/>
          <w:szCs w:val="22"/>
        </w:rPr>
        <w:t xml:space="preserve"> (słownie złotych: </w:t>
      </w:r>
      <w:r w:rsidRPr="00C33592">
        <w:rPr>
          <w:rFonts w:asciiTheme="minorHAnsi" w:hAnsiTheme="minorHAnsi" w:cstheme="minorHAnsi"/>
          <w:sz w:val="22"/>
          <w:szCs w:val="22"/>
          <w:vertAlign w:val="subscript"/>
        </w:rPr>
        <w:t xml:space="preserve">.................................................................................................................................................  </w:t>
      </w:r>
      <w:r w:rsidRPr="00C33592">
        <w:rPr>
          <w:rFonts w:asciiTheme="minorHAnsi" w:hAnsiTheme="minorHAnsi" w:cstheme="minorHAnsi"/>
          <w:sz w:val="22"/>
          <w:szCs w:val="22"/>
        </w:rPr>
        <w:t xml:space="preserve"> )  </w:t>
      </w:r>
    </w:p>
    <w:p w14:paraId="1AA2B6F0" w14:textId="77777777" w:rsidR="0079327D" w:rsidRPr="00C33592" w:rsidRDefault="00AB35DE" w:rsidP="00B6372B">
      <w:pPr>
        <w:spacing w:line="2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w tym:</w:t>
      </w:r>
      <w:r w:rsidR="0079327D" w:rsidRPr="00C3359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F50D46D" w14:textId="77777777" w:rsidR="00B6372B" w:rsidRPr="00C33592" w:rsidRDefault="00B45977" w:rsidP="003908A2">
      <w:pPr>
        <w:pStyle w:val="Akapitzlist"/>
        <w:numPr>
          <w:ilvl w:val="0"/>
          <w:numId w:val="43"/>
        </w:numPr>
        <w:spacing w:line="2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Translokacja i adaptacja zabytkowego drewnianego dworu na cele -kulturowo–społeczne w Muzeum Ziemi Sądeckiej.</w:t>
      </w:r>
    </w:p>
    <w:p w14:paraId="0AF23F21" w14:textId="77777777" w:rsidR="0079327D" w:rsidRPr="00C33592" w:rsidRDefault="0079327D" w:rsidP="00EE474E">
      <w:pPr>
        <w:pStyle w:val="Nagwek4"/>
        <w:spacing w:line="48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A6C8D43" w14:textId="77777777" w:rsidR="0079327D" w:rsidRPr="00C33592" w:rsidRDefault="0079327D" w:rsidP="0079327D">
      <w:pPr>
        <w:spacing w:line="48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 xml:space="preserve">netto: ____________________ zł. </w:t>
      </w:r>
      <w:r w:rsidRPr="00C33592">
        <w:rPr>
          <w:rFonts w:asciiTheme="minorHAnsi" w:hAnsiTheme="minorHAnsi" w:cstheme="minorHAnsi"/>
          <w:sz w:val="22"/>
          <w:szCs w:val="22"/>
        </w:rPr>
        <w:tab/>
        <w:t xml:space="preserve">podatek VAT __________________zł. </w:t>
      </w:r>
    </w:p>
    <w:p w14:paraId="017406A1" w14:textId="77777777" w:rsidR="0079327D" w:rsidRPr="00C33592" w:rsidRDefault="0079327D" w:rsidP="0079327D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brutto: .................................. zł.</w:t>
      </w:r>
      <w:r w:rsidRPr="00C33592">
        <w:rPr>
          <w:rFonts w:asciiTheme="minorHAnsi" w:hAnsiTheme="minorHAnsi" w:cstheme="minorHAnsi"/>
          <w:sz w:val="22"/>
          <w:szCs w:val="22"/>
        </w:rPr>
        <w:t xml:space="preserve"> (słownie złotych: </w:t>
      </w:r>
      <w:r w:rsidRPr="00C33592">
        <w:rPr>
          <w:rFonts w:asciiTheme="minorHAnsi" w:hAnsiTheme="minorHAnsi" w:cstheme="minorHAnsi"/>
          <w:sz w:val="22"/>
          <w:szCs w:val="22"/>
          <w:vertAlign w:val="subscript"/>
        </w:rPr>
        <w:t xml:space="preserve">.................................................................................................................................................  </w:t>
      </w:r>
      <w:r w:rsidRPr="00C33592">
        <w:rPr>
          <w:rFonts w:asciiTheme="minorHAnsi" w:hAnsiTheme="minorHAnsi" w:cstheme="minorHAnsi"/>
          <w:sz w:val="22"/>
          <w:szCs w:val="22"/>
        </w:rPr>
        <w:t xml:space="preserve"> )  </w:t>
      </w:r>
    </w:p>
    <w:p w14:paraId="5B2F064F" w14:textId="77777777" w:rsidR="0079327D" w:rsidRPr="00C33592" w:rsidRDefault="0079327D" w:rsidP="00B6372B">
      <w:pPr>
        <w:spacing w:line="2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2408F365" w14:textId="77777777" w:rsidR="00FB0CD4" w:rsidRPr="00C33592" w:rsidRDefault="00FB0CD4" w:rsidP="003908A2">
      <w:pPr>
        <w:pStyle w:val="Akapitzlist"/>
        <w:numPr>
          <w:ilvl w:val="0"/>
          <w:numId w:val="43"/>
        </w:numPr>
        <w:suppressAutoHyphens/>
        <w:ind w:right="1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>Dostawa i montaż  wyposażenia  ujętego w wykazie wyposażenia oraz  w projekcie</w:t>
      </w:r>
      <w:r w:rsidRPr="00C33592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066E348C" w14:textId="77777777" w:rsidR="0079327D" w:rsidRPr="00C33592" w:rsidRDefault="0079327D" w:rsidP="0079327D">
      <w:pPr>
        <w:spacing w:line="240" w:lineRule="atLeast"/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4CE2A3F1" w14:textId="77777777" w:rsidR="00AB35DE" w:rsidRPr="00C33592" w:rsidRDefault="00AB35DE" w:rsidP="00AB35DE">
      <w:pPr>
        <w:spacing w:line="2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2DB84086" w14:textId="77777777" w:rsidR="00AB35DE" w:rsidRPr="00C33592" w:rsidRDefault="00AB35DE" w:rsidP="00AB35DE">
      <w:pPr>
        <w:spacing w:line="2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09024B5" w14:textId="77777777" w:rsidR="00AB35DE" w:rsidRPr="00C33592" w:rsidRDefault="00AB35DE" w:rsidP="00AB35DE">
      <w:pPr>
        <w:spacing w:line="480" w:lineRule="auto"/>
        <w:ind w:left="1416"/>
        <w:rPr>
          <w:rFonts w:asciiTheme="minorHAnsi" w:hAnsiTheme="minorHAnsi" w:cstheme="minorHAnsi"/>
          <w:sz w:val="20"/>
          <w:szCs w:val="20"/>
        </w:rPr>
      </w:pPr>
      <w:r w:rsidRPr="00C33592">
        <w:rPr>
          <w:rFonts w:asciiTheme="minorHAnsi" w:hAnsiTheme="minorHAnsi" w:cstheme="minorHAnsi"/>
          <w:sz w:val="20"/>
          <w:szCs w:val="20"/>
        </w:rPr>
        <w:t xml:space="preserve">netto: ____________________ zł. </w:t>
      </w:r>
      <w:r w:rsidRPr="00C33592">
        <w:rPr>
          <w:rFonts w:asciiTheme="minorHAnsi" w:hAnsiTheme="minorHAnsi" w:cstheme="minorHAnsi"/>
          <w:sz w:val="20"/>
          <w:szCs w:val="20"/>
        </w:rPr>
        <w:tab/>
        <w:t xml:space="preserve">podatek VAT __________________zł. </w:t>
      </w:r>
    </w:p>
    <w:p w14:paraId="04DCE6EF" w14:textId="77777777" w:rsidR="00AB35DE" w:rsidRPr="00C33592" w:rsidRDefault="00AB35DE" w:rsidP="00AB35DE">
      <w:pPr>
        <w:spacing w:line="480" w:lineRule="auto"/>
        <w:rPr>
          <w:rFonts w:asciiTheme="minorHAnsi" w:hAnsiTheme="minorHAnsi" w:cstheme="minorHAnsi"/>
          <w:sz w:val="20"/>
          <w:szCs w:val="20"/>
        </w:rPr>
      </w:pPr>
      <w:r w:rsidRPr="00C33592">
        <w:rPr>
          <w:rFonts w:asciiTheme="minorHAnsi" w:hAnsiTheme="minorHAnsi" w:cstheme="minorHAnsi"/>
          <w:b/>
          <w:bCs/>
          <w:sz w:val="20"/>
          <w:szCs w:val="20"/>
        </w:rPr>
        <w:t>brutto: .................................. zł.</w:t>
      </w:r>
      <w:r w:rsidRPr="00C33592">
        <w:rPr>
          <w:rFonts w:asciiTheme="minorHAnsi" w:hAnsiTheme="minorHAnsi" w:cstheme="minorHAnsi"/>
          <w:sz w:val="20"/>
          <w:szCs w:val="20"/>
        </w:rPr>
        <w:t xml:space="preserve"> (słownie złotych: </w:t>
      </w:r>
      <w:r w:rsidRPr="00C33592">
        <w:rPr>
          <w:rFonts w:asciiTheme="minorHAnsi" w:hAnsiTheme="minorHAnsi" w:cstheme="minorHAnsi"/>
          <w:sz w:val="20"/>
          <w:szCs w:val="20"/>
          <w:vertAlign w:val="subscript"/>
        </w:rPr>
        <w:t xml:space="preserve">.................................................................................................................................................  </w:t>
      </w:r>
      <w:r w:rsidRPr="00C33592">
        <w:rPr>
          <w:rFonts w:asciiTheme="minorHAnsi" w:hAnsiTheme="minorHAnsi" w:cstheme="minorHAnsi"/>
          <w:sz w:val="20"/>
          <w:szCs w:val="20"/>
        </w:rPr>
        <w:t xml:space="preserve"> )  </w:t>
      </w:r>
    </w:p>
    <w:p w14:paraId="299414A0" w14:textId="77777777" w:rsidR="00AB35DE" w:rsidRPr="00C33592" w:rsidRDefault="00AB35DE" w:rsidP="00AB35DE">
      <w:pPr>
        <w:spacing w:line="2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30E801A3" w14:textId="5EA7347B" w:rsidR="00B6372B" w:rsidRPr="00C33592" w:rsidRDefault="00B6372B" w:rsidP="00B6372B">
      <w:pPr>
        <w:numPr>
          <w:ilvl w:val="0"/>
          <w:numId w:val="33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407E0E" w:rsidRPr="00C33592">
        <w:rPr>
          <w:rFonts w:asciiTheme="minorHAnsi" w:hAnsiTheme="minorHAnsi" w:cstheme="minorHAnsi"/>
          <w:b/>
          <w:sz w:val="22"/>
          <w:szCs w:val="22"/>
        </w:rPr>
        <w:t xml:space="preserve"> i rękojmi</w:t>
      </w:r>
      <w:r w:rsidRPr="00C33592">
        <w:rPr>
          <w:rFonts w:asciiTheme="minorHAnsi" w:hAnsiTheme="minorHAnsi" w:cstheme="minorHAnsi"/>
          <w:sz w:val="22"/>
          <w:szCs w:val="22"/>
        </w:rPr>
        <w:t>: (min</w:t>
      </w:r>
      <w:r w:rsidR="003F7B80" w:rsidRPr="00C33592">
        <w:rPr>
          <w:rFonts w:asciiTheme="minorHAnsi" w:hAnsiTheme="minorHAnsi" w:cstheme="minorHAnsi"/>
          <w:sz w:val="22"/>
          <w:szCs w:val="22"/>
        </w:rPr>
        <w:t xml:space="preserve"> 60 miesięcy</w:t>
      </w:r>
      <w:r w:rsidRPr="00C33592">
        <w:rPr>
          <w:rFonts w:asciiTheme="minorHAnsi" w:hAnsiTheme="minorHAnsi" w:cstheme="minorHAnsi"/>
          <w:sz w:val="22"/>
          <w:szCs w:val="22"/>
        </w:rPr>
        <w:t xml:space="preserve"> </w:t>
      </w:r>
      <w:r w:rsidR="003F7B80" w:rsidRPr="00C33592">
        <w:rPr>
          <w:rFonts w:asciiTheme="minorHAnsi" w:hAnsiTheme="minorHAnsi" w:cstheme="minorHAnsi"/>
          <w:sz w:val="22"/>
          <w:szCs w:val="22"/>
        </w:rPr>
        <w:t xml:space="preserve">max </w:t>
      </w:r>
      <w:r w:rsidR="00407E0E" w:rsidRPr="00C33592">
        <w:rPr>
          <w:rFonts w:asciiTheme="minorHAnsi" w:hAnsiTheme="minorHAnsi" w:cstheme="minorHAnsi"/>
          <w:sz w:val="22"/>
          <w:szCs w:val="22"/>
        </w:rPr>
        <w:t>120</w:t>
      </w:r>
      <w:r w:rsidRPr="00C33592">
        <w:rPr>
          <w:rFonts w:asciiTheme="minorHAnsi" w:hAnsiTheme="minorHAnsi" w:cstheme="minorHAnsi"/>
          <w:sz w:val="22"/>
          <w:szCs w:val="22"/>
        </w:rPr>
        <w:t xml:space="preserve"> </w:t>
      </w:r>
      <w:r w:rsidR="009F1077" w:rsidRPr="00C33592">
        <w:rPr>
          <w:rFonts w:asciiTheme="minorHAnsi" w:hAnsiTheme="minorHAnsi" w:cstheme="minorHAnsi"/>
          <w:sz w:val="22"/>
          <w:szCs w:val="22"/>
        </w:rPr>
        <w:t>miesi</w:t>
      </w:r>
      <w:r w:rsidR="00FA7CE7" w:rsidRPr="00C33592">
        <w:rPr>
          <w:rFonts w:asciiTheme="minorHAnsi" w:hAnsiTheme="minorHAnsi" w:cstheme="minorHAnsi"/>
          <w:sz w:val="22"/>
          <w:szCs w:val="22"/>
        </w:rPr>
        <w:t>ę</w:t>
      </w:r>
      <w:r w:rsidR="009F1077" w:rsidRPr="00C33592">
        <w:rPr>
          <w:rFonts w:asciiTheme="minorHAnsi" w:hAnsiTheme="minorHAnsi" w:cstheme="minorHAnsi"/>
          <w:sz w:val="22"/>
          <w:szCs w:val="22"/>
        </w:rPr>
        <w:t>c</w:t>
      </w:r>
      <w:r w:rsidR="00407E0E" w:rsidRPr="00C33592">
        <w:rPr>
          <w:rFonts w:asciiTheme="minorHAnsi" w:hAnsiTheme="minorHAnsi" w:cstheme="minorHAnsi"/>
          <w:sz w:val="22"/>
          <w:szCs w:val="22"/>
        </w:rPr>
        <w:t>y</w:t>
      </w:r>
      <w:r w:rsidRPr="00C33592">
        <w:rPr>
          <w:rFonts w:asciiTheme="minorHAnsi" w:hAnsiTheme="minorHAnsi" w:cstheme="minorHAnsi"/>
          <w:sz w:val="22"/>
          <w:szCs w:val="22"/>
        </w:rPr>
        <w:t>)............................................</w:t>
      </w:r>
    </w:p>
    <w:p w14:paraId="4F9396F1" w14:textId="1F0A8629" w:rsidR="000C320B" w:rsidRPr="00C33592" w:rsidRDefault="000C320B" w:rsidP="000C320B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 xml:space="preserve">*W przypadku nie podania przez Wykonawcę okresu gwarancji Zamawiający przyjmuje  </w:t>
      </w:r>
      <w:r w:rsidR="00407E0E" w:rsidRPr="00C33592">
        <w:rPr>
          <w:rFonts w:asciiTheme="minorHAnsi" w:hAnsiTheme="minorHAnsi" w:cstheme="minorHAnsi"/>
          <w:b/>
          <w:sz w:val="22"/>
          <w:szCs w:val="22"/>
        </w:rPr>
        <w:t xml:space="preserve">minimalny </w:t>
      </w:r>
      <w:r w:rsidRPr="00C33592">
        <w:rPr>
          <w:rFonts w:asciiTheme="minorHAnsi" w:hAnsiTheme="minorHAnsi" w:cstheme="minorHAnsi"/>
          <w:b/>
          <w:sz w:val="22"/>
          <w:szCs w:val="22"/>
        </w:rPr>
        <w:t xml:space="preserve">okres </w:t>
      </w:r>
      <w:r w:rsidR="003F7B80" w:rsidRPr="00C33592">
        <w:rPr>
          <w:rFonts w:asciiTheme="minorHAnsi" w:hAnsiTheme="minorHAnsi" w:cstheme="minorHAnsi"/>
          <w:b/>
          <w:sz w:val="22"/>
          <w:szCs w:val="22"/>
        </w:rPr>
        <w:t xml:space="preserve">gwarancji tj. </w:t>
      </w:r>
      <w:r w:rsidR="00407E0E" w:rsidRPr="00C33592">
        <w:rPr>
          <w:rFonts w:asciiTheme="minorHAnsi" w:hAnsiTheme="minorHAnsi" w:cstheme="minorHAnsi"/>
          <w:b/>
          <w:sz w:val="22"/>
          <w:szCs w:val="22"/>
        </w:rPr>
        <w:t>60</w:t>
      </w:r>
      <w:r w:rsidR="003F7B80" w:rsidRPr="00C33592">
        <w:rPr>
          <w:rFonts w:asciiTheme="minorHAnsi" w:hAnsiTheme="minorHAnsi" w:cstheme="minorHAnsi"/>
          <w:b/>
          <w:sz w:val="22"/>
          <w:szCs w:val="22"/>
        </w:rPr>
        <w:t xml:space="preserve"> miesi</w:t>
      </w:r>
      <w:r w:rsidR="00FA7CE7" w:rsidRPr="00C33592">
        <w:rPr>
          <w:rFonts w:asciiTheme="minorHAnsi" w:hAnsiTheme="minorHAnsi" w:cstheme="minorHAnsi"/>
          <w:b/>
          <w:sz w:val="22"/>
          <w:szCs w:val="22"/>
        </w:rPr>
        <w:t>ę</w:t>
      </w:r>
      <w:r w:rsidR="003F7B80" w:rsidRPr="00C33592">
        <w:rPr>
          <w:rFonts w:asciiTheme="minorHAnsi" w:hAnsiTheme="minorHAnsi" w:cstheme="minorHAnsi"/>
          <w:b/>
          <w:sz w:val="22"/>
          <w:szCs w:val="22"/>
        </w:rPr>
        <w:t>c</w:t>
      </w:r>
      <w:r w:rsidR="00407E0E" w:rsidRPr="00C33592">
        <w:rPr>
          <w:rFonts w:asciiTheme="minorHAnsi" w:hAnsiTheme="minorHAnsi" w:cstheme="minorHAnsi"/>
          <w:b/>
          <w:sz w:val="22"/>
          <w:szCs w:val="22"/>
        </w:rPr>
        <w:t>y</w:t>
      </w:r>
      <w:r w:rsidRPr="00C33592">
        <w:rPr>
          <w:rFonts w:asciiTheme="minorHAnsi" w:hAnsiTheme="minorHAnsi" w:cstheme="minorHAnsi"/>
          <w:b/>
          <w:sz w:val="22"/>
          <w:szCs w:val="22"/>
        </w:rPr>
        <w:t xml:space="preserve"> od odbioru </w:t>
      </w:r>
      <w:r w:rsidR="00407E0E" w:rsidRPr="00C33592">
        <w:rPr>
          <w:rFonts w:asciiTheme="minorHAnsi" w:hAnsiTheme="minorHAnsi" w:cstheme="minorHAnsi"/>
          <w:b/>
          <w:sz w:val="22"/>
          <w:szCs w:val="22"/>
        </w:rPr>
        <w:t>przedmiotu zamówienia</w:t>
      </w:r>
      <w:r w:rsidRPr="00C33592">
        <w:rPr>
          <w:rFonts w:asciiTheme="minorHAnsi" w:hAnsiTheme="minorHAnsi" w:cstheme="minorHAnsi"/>
          <w:b/>
          <w:sz w:val="22"/>
          <w:szCs w:val="22"/>
        </w:rPr>
        <w:t>.</w:t>
      </w:r>
    </w:p>
    <w:p w14:paraId="05A0701F" w14:textId="77777777" w:rsidR="00407E0E" w:rsidRPr="00C33592" w:rsidRDefault="00407E0E" w:rsidP="000C320B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1C0B19B" w14:textId="227C87C4" w:rsidR="00407E0E" w:rsidRPr="00C33592" w:rsidRDefault="00407E0E" w:rsidP="00407E0E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Doświadczenie Kierownika budowy w branży konstrukcyjno-budowlanej  w realizacji usług  dla robót budowlanych  w obiektach zabytkowych.</w:t>
      </w:r>
    </w:p>
    <w:p w14:paraId="0AEC01A5" w14:textId="07144722" w:rsidR="00FA7CE7" w:rsidRPr="00DA1075" w:rsidRDefault="00FA7CE7" w:rsidP="00DA1075">
      <w:pPr>
        <w:pStyle w:val="Akapitzlist"/>
        <w:jc w:val="both"/>
        <w:rPr>
          <w:rFonts w:asciiTheme="minorHAnsi" w:eastAsia="CIDFont+F2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 xml:space="preserve">W ramach kryterium oceniane będzie doświadczenie w zakresie pełnienia samodzielnej funkcji kierownika budowy/kierownika robót w ramach realizacji zadania obejmującego roboty ogólnobudowlane i instalacyjne w </w:t>
      </w:r>
      <w:r w:rsidRPr="00C33592">
        <w:rPr>
          <w:rStyle w:val="Brak"/>
          <w:rFonts w:asciiTheme="minorHAnsi" w:hAnsiTheme="minorHAnsi" w:cstheme="minorHAnsi"/>
          <w:sz w:val="22"/>
          <w:szCs w:val="22"/>
        </w:rPr>
        <w:t xml:space="preserve"> obiektach budowlanych wpisanych do rejestru</w:t>
      </w:r>
      <w:r w:rsidR="002D4779">
        <w:rPr>
          <w:rStyle w:val="Brak"/>
          <w:rFonts w:asciiTheme="minorHAnsi" w:hAnsiTheme="minorHAnsi" w:cstheme="minorHAnsi"/>
          <w:sz w:val="22"/>
          <w:szCs w:val="22"/>
        </w:rPr>
        <w:t xml:space="preserve"> zabytków</w:t>
      </w:r>
      <w:r w:rsidRPr="00C33592">
        <w:rPr>
          <w:rStyle w:val="Brak"/>
          <w:rFonts w:asciiTheme="minorHAnsi" w:hAnsiTheme="minorHAnsi" w:cstheme="minorHAnsi"/>
          <w:sz w:val="22"/>
          <w:szCs w:val="22"/>
        </w:rPr>
        <w:t xml:space="preserve"> lub ewidencji </w:t>
      </w:r>
      <w:proofErr w:type="spellStart"/>
      <w:r w:rsidRPr="00C33592">
        <w:rPr>
          <w:rStyle w:val="Brak"/>
          <w:rFonts w:asciiTheme="minorHAnsi" w:hAnsiTheme="minorHAnsi" w:cstheme="minorHAnsi"/>
          <w:sz w:val="22"/>
          <w:szCs w:val="22"/>
        </w:rPr>
        <w:t>zabytk</w:t>
      </w:r>
      <w:proofErr w:type="spellEnd"/>
      <w:r w:rsidRPr="00C33592">
        <w:rPr>
          <w:rStyle w:val="Brak"/>
          <w:rFonts w:asciiTheme="minorHAnsi" w:hAnsiTheme="minorHAnsi" w:cstheme="minorHAnsi"/>
          <w:sz w:val="22"/>
          <w:szCs w:val="22"/>
          <w:lang w:val="es-ES_tradnl"/>
        </w:rPr>
        <w:t>ów</w:t>
      </w:r>
      <w:r w:rsidRPr="00C33592">
        <w:rPr>
          <w:rFonts w:asciiTheme="minorHAnsi" w:eastAsia="CIDFont+F2" w:hAnsiTheme="minorHAnsi" w:cstheme="minorHAnsi"/>
          <w:sz w:val="22"/>
          <w:szCs w:val="22"/>
        </w:rPr>
        <w:t>, bądź zlokalizowanych w układzie urbanistycznym wpisanym do rejestru zabytków lub wpisanych do gminnej ewidencji zabytków (w rozumieniu ustawy o ochronie zabytków i opiece nad zabytkami) lub wpisanych do inwentarza muzeum (w rozumieniu ustawy z dnia 21 listopada 1996r. o muzeach, D. U. z 2022</w:t>
      </w:r>
      <w:r w:rsidR="0015163E">
        <w:rPr>
          <w:rFonts w:asciiTheme="minorHAnsi" w:eastAsia="CIDFont+F2" w:hAnsiTheme="minorHAnsi" w:cstheme="minorHAnsi"/>
          <w:sz w:val="22"/>
          <w:szCs w:val="22"/>
        </w:rPr>
        <w:t xml:space="preserve"> </w:t>
      </w:r>
      <w:r w:rsidRPr="00C33592">
        <w:rPr>
          <w:rFonts w:asciiTheme="minorHAnsi" w:eastAsia="CIDFont+F2" w:hAnsiTheme="minorHAnsi" w:cstheme="minorHAnsi"/>
          <w:sz w:val="22"/>
          <w:szCs w:val="22"/>
        </w:rPr>
        <w:t xml:space="preserve">r., pzo.385 z </w:t>
      </w:r>
      <w:proofErr w:type="spellStart"/>
      <w:r w:rsidRPr="00C33592">
        <w:rPr>
          <w:rFonts w:asciiTheme="minorHAnsi" w:eastAsia="CIDFont+F2" w:hAnsiTheme="minorHAnsi" w:cstheme="minorHAnsi"/>
          <w:sz w:val="22"/>
          <w:szCs w:val="22"/>
        </w:rPr>
        <w:t>późn</w:t>
      </w:r>
      <w:proofErr w:type="spellEnd"/>
      <w:r w:rsidRPr="00C33592">
        <w:rPr>
          <w:rFonts w:asciiTheme="minorHAnsi" w:eastAsia="CIDFont+F2" w:hAnsiTheme="minorHAnsi" w:cstheme="minorHAnsi"/>
          <w:sz w:val="22"/>
          <w:szCs w:val="22"/>
        </w:rPr>
        <w:t>. zm.)</w:t>
      </w:r>
    </w:p>
    <w:p w14:paraId="12E4F3F4" w14:textId="11B2972D" w:rsidR="00FA7CE7" w:rsidRPr="00C33592" w:rsidRDefault="00FA7CE7" w:rsidP="00FA7CE7">
      <w:pPr>
        <w:pStyle w:val="Akapitzlist"/>
        <w:jc w:val="both"/>
        <w:rPr>
          <w:rFonts w:asciiTheme="minorHAnsi" w:eastAsia="CIDFont+F2" w:hAnsiTheme="minorHAnsi" w:cstheme="minorHAnsi"/>
          <w:sz w:val="22"/>
          <w:szCs w:val="22"/>
        </w:rPr>
      </w:pPr>
      <w:r w:rsidRPr="00C33592">
        <w:rPr>
          <w:rFonts w:asciiTheme="minorHAnsi" w:eastAsia="CIDFont+F2" w:hAnsiTheme="minorHAnsi" w:cstheme="minorHAnsi"/>
          <w:sz w:val="22"/>
          <w:szCs w:val="22"/>
        </w:rPr>
        <w:t xml:space="preserve">- o wartości robót co najmniej </w:t>
      </w:r>
      <w:r w:rsidR="0015163E">
        <w:rPr>
          <w:rFonts w:asciiTheme="minorHAnsi" w:eastAsia="CIDFont+F2" w:hAnsiTheme="minorHAnsi" w:cstheme="minorHAnsi"/>
          <w:sz w:val="22"/>
          <w:szCs w:val="22"/>
        </w:rPr>
        <w:t>5</w:t>
      </w:r>
      <w:r w:rsidRPr="00C33592">
        <w:rPr>
          <w:rFonts w:asciiTheme="minorHAnsi" w:eastAsia="CIDFont+F2" w:hAnsiTheme="minorHAnsi" w:cstheme="minorHAnsi"/>
          <w:sz w:val="22"/>
          <w:szCs w:val="22"/>
        </w:rPr>
        <w:t>00 000 zł brutto. Okres pełnienia funkcji w ramach pojedynczego zadania powinien trwać co najmniej 6 miesięcy.</w:t>
      </w:r>
    </w:p>
    <w:p w14:paraId="52E8F5CD" w14:textId="77777777" w:rsidR="00C33592" w:rsidRPr="002D4779" w:rsidRDefault="00C33592" w:rsidP="00C3359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D477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Wykonawca poza wskazaniem wykazu usług zobowiązany jest przedłożyć dowody, że usługi te wykonał należycie, w postaci referencji, umów, rachunków oraz innych dokumentów wydanych przez podmiot na rzecz, którego usługi zostały wykonane. </w:t>
      </w:r>
    </w:p>
    <w:p w14:paraId="0102AB2D" w14:textId="44F9488F" w:rsidR="00C33592" w:rsidRPr="00C33592" w:rsidRDefault="00C33592" w:rsidP="00C3359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Jeżeli Wykonawca nie złoży dowodów lub są one niekompletne Zamawiający nie wzywa do ich złożenia lub uzupełnienia.</w:t>
      </w:r>
      <w:r w:rsidR="002D4779">
        <w:rPr>
          <w:rFonts w:asciiTheme="minorHAnsi" w:hAnsiTheme="minorHAnsi" w:cstheme="minorHAnsi"/>
          <w:b/>
          <w:bCs/>
          <w:sz w:val="22"/>
          <w:szCs w:val="22"/>
        </w:rPr>
        <w:t xml:space="preserve"> Wówczas przyjmuje się, że Wykonawca nie wykaz</w:t>
      </w:r>
      <w:r w:rsidR="00F850D9">
        <w:rPr>
          <w:rFonts w:asciiTheme="minorHAnsi" w:hAnsiTheme="minorHAnsi" w:cstheme="minorHAnsi"/>
          <w:b/>
          <w:bCs/>
          <w:sz w:val="22"/>
          <w:szCs w:val="22"/>
        </w:rPr>
        <w:t>ał</w:t>
      </w:r>
      <w:r w:rsidR="002D4779">
        <w:rPr>
          <w:rFonts w:asciiTheme="minorHAnsi" w:hAnsiTheme="minorHAnsi" w:cstheme="minorHAnsi"/>
          <w:b/>
          <w:bCs/>
          <w:sz w:val="22"/>
          <w:szCs w:val="22"/>
        </w:rPr>
        <w:t xml:space="preserve"> doświadczenia Kierownika budowy w zakresie zadań, co do których nie przedłożył ww. dowodów lub przedłożył dowody niekompletne.</w:t>
      </w:r>
    </w:p>
    <w:p w14:paraId="5E6D8655" w14:textId="77777777" w:rsidR="00C33592" w:rsidRPr="00C33592" w:rsidRDefault="00C33592" w:rsidP="00C3359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B35D5DE" w14:textId="112016B2" w:rsidR="00A55413" w:rsidRPr="00C33592" w:rsidRDefault="00A55413" w:rsidP="00A55413">
      <w:pPr>
        <w:pStyle w:val="Inne0"/>
        <w:ind w:left="720"/>
        <w:jc w:val="both"/>
        <w:rPr>
          <w:rFonts w:asciiTheme="minorHAnsi" w:eastAsia="Cambria" w:hAnsiTheme="minorHAnsi" w:cstheme="minorHAnsi"/>
          <w:bCs/>
          <w:sz w:val="22"/>
          <w:szCs w:val="22"/>
        </w:rPr>
      </w:pPr>
      <w:r w:rsidRPr="00C33592">
        <w:rPr>
          <w:rFonts w:asciiTheme="minorHAnsi" w:eastAsia="Cambria" w:hAnsiTheme="minorHAnsi" w:cstheme="minorHAnsi"/>
          <w:bCs/>
          <w:sz w:val="22"/>
          <w:szCs w:val="22"/>
        </w:rPr>
        <w:t>Imię , nazwisko</w:t>
      </w:r>
      <w:r w:rsidR="002D4779">
        <w:rPr>
          <w:rFonts w:asciiTheme="minorHAnsi" w:eastAsia="Cambria" w:hAnsiTheme="minorHAnsi" w:cstheme="minorHAnsi"/>
          <w:bCs/>
          <w:sz w:val="22"/>
          <w:szCs w:val="22"/>
        </w:rPr>
        <w:t xml:space="preserve"> Kierownika budowy</w:t>
      </w:r>
      <w:r w:rsidRPr="00C33592">
        <w:rPr>
          <w:rFonts w:asciiTheme="minorHAnsi" w:eastAsia="Cambria" w:hAnsiTheme="minorHAnsi" w:cstheme="minorHAnsi"/>
          <w:bCs/>
          <w:sz w:val="22"/>
          <w:szCs w:val="22"/>
        </w:rPr>
        <w:t xml:space="preserve">: </w:t>
      </w:r>
    </w:p>
    <w:p w14:paraId="774403D9" w14:textId="77777777" w:rsidR="00A55413" w:rsidRPr="00C33592" w:rsidRDefault="00A55413" w:rsidP="00A55413">
      <w:pPr>
        <w:pStyle w:val="Inne0"/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3592">
        <w:rPr>
          <w:rFonts w:asciiTheme="minorHAnsi" w:hAnsiTheme="minorHAnsi" w:cstheme="minorHAnsi"/>
          <w:bCs/>
          <w:sz w:val="22"/>
          <w:szCs w:val="22"/>
        </w:rPr>
        <w:t xml:space="preserve">Rodzaj uprawnień zawodowych </w:t>
      </w:r>
    </w:p>
    <w:p w14:paraId="24A5C36A" w14:textId="77777777" w:rsidR="00A55413" w:rsidRPr="00C33592" w:rsidRDefault="00A55413" w:rsidP="00A55413">
      <w:pPr>
        <w:pStyle w:val="Inne0"/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3592">
        <w:rPr>
          <w:rFonts w:asciiTheme="minorHAnsi" w:hAnsiTheme="minorHAnsi" w:cstheme="minorHAnsi"/>
          <w:bCs/>
          <w:sz w:val="22"/>
          <w:szCs w:val="22"/>
        </w:rPr>
        <w:t>Numer uprawnień:</w:t>
      </w:r>
    </w:p>
    <w:p w14:paraId="7A30B24B" w14:textId="77777777" w:rsidR="00A55413" w:rsidRPr="00C33592" w:rsidRDefault="00A55413" w:rsidP="00A55413">
      <w:pPr>
        <w:pStyle w:val="Inne0"/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3592">
        <w:rPr>
          <w:rFonts w:asciiTheme="minorHAnsi" w:hAnsiTheme="minorHAnsi" w:cstheme="minorHAnsi"/>
          <w:bCs/>
          <w:sz w:val="22"/>
          <w:szCs w:val="22"/>
        </w:rPr>
        <w:t>Data nadania uprawnień:</w:t>
      </w:r>
    </w:p>
    <w:p w14:paraId="32ED71B4" w14:textId="19BC3D68" w:rsidR="00A55413" w:rsidRPr="00C33592" w:rsidRDefault="00A55413" w:rsidP="00FA7CE7">
      <w:pPr>
        <w:pStyle w:val="Inne0"/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3592">
        <w:rPr>
          <w:rFonts w:asciiTheme="minorHAnsi" w:hAnsiTheme="minorHAnsi" w:cstheme="minorHAnsi"/>
          <w:bCs/>
          <w:sz w:val="22"/>
          <w:szCs w:val="22"/>
        </w:rPr>
        <w:t>Nazwa organu, który nadał uprawnienia:</w:t>
      </w:r>
    </w:p>
    <w:p w14:paraId="1A06B06A" w14:textId="77777777" w:rsidR="00A55413" w:rsidRPr="00C33592" w:rsidRDefault="00A55413" w:rsidP="00FA7CE7">
      <w:pPr>
        <w:pStyle w:val="Inne0"/>
        <w:ind w:left="720"/>
        <w:jc w:val="both"/>
        <w:rPr>
          <w:rFonts w:asciiTheme="minorHAnsi" w:eastAsia="Cambria" w:hAnsiTheme="minorHAnsi" w:cstheme="minorHAnsi"/>
          <w:b/>
          <w:sz w:val="22"/>
          <w:szCs w:val="22"/>
        </w:rPr>
      </w:pPr>
    </w:p>
    <w:tbl>
      <w:tblPr>
        <w:tblpPr w:leftFromText="141" w:rightFromText="141" w:vertAnchor="text" w:horzAnchor="margin" w:tblpY="84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2552"/>
        <w:gridCol w:w="1559"/>
        <w:gridCol w:w="2268"/>
      </w:tblGrid>
      <w:tr w:rsidR="00407E0E" w:rsidRPr="00C33592" w14:paraId="1B0B992E" w14:textId="77777777" w:rsidTr="00E53962">
        <w:trPr>
          <w:trHeight w:val="3534"/>
        </w:trPr>
        <w:tc>
          <w:tcPr>
            <w:tcW w:w="1555" w:type="dxa"/>
          </w:tcPr>
          <w:p w14:paraId="076B4537" w14:textId="5B56B50D" w:rsidR="00407E0E" w:rsidRPr="002D4779" w:rsidRDefault="002D4779" w:rsidP="004550BC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>Nazwa zadania obejmującego roboty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budowlane 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oraz</w:t>
            </w:r>
            <w:r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instalacyjne,</w:t>
            </w:r>
          </w:p>
        </w:tc>
        <w:tc>
          <w:tcPr>
            <w:tcW w:w="1984" w:type="dxa"/>
          </w:tcPr>
          <w:p w14:paraId="5236FCC7" w14:textId="06750613" w:rsidR="00A55413" w:rsidRPr="002D4779" w:rsidRDefault="00E53962" w:rsidP="00A55413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</w:t>
            </w:r>
            <w:r w:rsidR="00A55413"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artość robót budowlanych/instalacyjnych, </w:t>
            </w:r>
          </w:p>
          <w:p w14:paraId="0DD2525E" w14:textId="139299AA" w:rsidR="00407E0E" w:rsidRPr="002D4779" w:rsidRDefault="00407E0E" w:rsidP="00A55413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</w:tcPr>
          <w:p w14:paraId="5849AC94" w14:textId="0DA138CE" w:rsidR="00A55413" w:rsidRPr="002D4779" w:rsidRDefault="00A55413" w:rsidP="00E53962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Obiekt budowlany zabytkowy </w:t>
            </w:r>
            <w:r w:rsidRPr="002D4779">
              <w:rPr>
                <w:rStyle w:val="Brak"/>
                <w:rFonts w:asciiTheme="minorHAnsi" w:hAnsiTheme="minorHAnsi" w:cstheme="minorHAnsi"/>
                <w:sz w:val="20"/>
                <w:szCs w:val="20"/>
              </w:rPr>
              <w:t xml:space="preserve">wpisany do rejestru lub ewidencji </w:t>
            </w:r>
            <w:proofErr w:type="spellStart"/>
            <w:r w:rsidRPr="002D4779">
              <w:rPr>
                <w:rStyle w:val="Brak"/>
                <w:rFonts w:asciiTheme="minorHAnsi" w:hAnsiTheme="minorHAnsi" w:cstheme="minorHAnsi"/>
                <w:sz w:val="20"/>
                <w:szCs w:val="20"/>
              </w:rPr>
              <w:t>zabytk</w:t>
            </w:r>
            <w:proofErr w:type="spellEnd"/>
            <w:r w:rsidRPr="002D4779">
              <w:rPr>
                <w:rStyle w:val="Brak"/>
                <w:rFonts w:asciiTheme="minorHAnsi" w:hAnsiTheme="minorHAnsi" w:cstheme="minorHAnsi"/>
                <w:sz w:val="20"/>
                <w:szCs w:val="20"/>
                <w:lang w:val="es-ES_tradnl"/>
              </w:rPr>
              <w:t>ów</w:t>
            </w:r>
            <w:r w:rsidRPr="002D4779">
              <w:rPr>
                <w:rFonts w:asciiTheme="minorHAnsi" w:eastAsia="CIDFont+F2" w:hAnsiTheme="minorHAnsi" w:cstheme="minorHAnsi"/>
                <w:sz w:val="20"/>
                <w:szCs w:val="20"/>
              </w:rPr>
              <w:t>, bądź zlokalizowanych w układzie urbanistycznym wpisanym do rejestru zabytków lub wpisanych do gminnej ewidencji zabytków lub wpisanych do inwentarza muzeum (nieruchomość)</w:t>
            </w:r>
            <w:r w:rsidR="00E53962">
              <w:rPr>
                <w:rFonts w:asciiTheme="minorHAnsi" w:eastAsia="CIDFont+F2" w:hAnsiTheme="minorHAnsi" w:cstheme="minorHAnsi"/>
                <w:sz w:val="20"/>
                <w:szCs w:val="20"/>
              </w:rPr>
              <w:t xml:space="preserve">. </w:t>
            </w:r>
            <w:r w:rsidR="00E53962" w:rsidRPr="00E53962">
              <w:rPr>
                <w:rFonts w:asciiTheme="minorHAnsi" w:eastAsia="CIDFont+F2" w:hAnsiTheme="minorHAnsi" w:cstheme="minorHAnsi"/>
                <w:b/>
                <w:sz w:val="20"/>
                <w:szCs w:val="20"/>
              </w:rPr>
              <w:t>Wykonawca zobowiązany jest podać rejestr oraz numer wpisu do rejestru.</w:t>
            </w:r>
          </w:p>
          <w:p w14:paraId="58AEA635" w14:textId="07B2054D" w:rsidR="00383C6E" w:rsidRPr="002D4779" w:rsidRDefault="00383C6E" w:rsidP="00A55413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F2B12B9" w14:textId="37A8FA1F" w:rsidR="00407E0E" w:rsidRPr="002D4779" w:rsidRDefault="00407E0E" w:rsidP="004550BC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</w:t>
            </w:r>
            <w:r w:rsidR="00A55413"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, adres </w:t>
            </w:r>
            <w:r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Zamawiającego</w:t>
            </w:r>
          </w:p>
          <w:p w14:paraId="727A2A61" w14:textId="77777777" w:rsidR="00407E0E" w:rsidRPr="002D4779" w:rsidRDefault="00407E0E" w:rsidP="004550BC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53B8D003" w14:textId="77777777" w:rsidR="00407E0E" w:rsidRPr="002D4779" w:rsidRDefault="00407E0E" w:rsidP="004550BC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(inwestora)</w:t>
            </w:r>
          </w:p>
        </w:tc>
        <w:tc>
          <w:tcPr>
            <w:tcW w:w="2268" w:type="dxa"/>
          </w:tcPr>
          <w:p w14:paraId="4534F0ED" w14:textId="3037C26F" w:rsidR="00407E0E" w:rsidRPr="002D4779" w:rsidRDefault="00407E0E" w:rsidP="00383C6E">
            <w:pPr>
              <w:suppressAutoHyphens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Okres </w:t>
            </w:r>
            <w:r w:rsidR="00383C6E"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pełnienia samodzielnej funkcji kierownika budowy/kierownika robót </w:t>
            </w:r>
            <w:r w:rsidRPr="002D477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(co najmniej 6 miesięcy)</w:t>
            </w:r>
          </w:p>
        </w:tc>
      </w:tr>
      <w:tr w:rsidR="00407E0E" w:rsidRPr="00C33592" w14:paraId="55D2B241" w14:textId="77777777" w:rsidTr="00E53962">
        <w:trPr>
          <w:trHeight w:val="2056"/>
        </w:trPr>
        <w:tc>
          <w:tcPr>
            <w:tcW w:w="1555" w:type="dxa"/>
          </w:tcPr>
          <w:p w14:paraId="27002E76" w14:textId="44477C67" w:rsidR="00407E0E" w:rsidRPr="00C33592" w:rsidRDefault="00407E0E" w:rsidP="004550BC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</w:tcPr>
          <w:p w14:paraId="4BFD5EAB" w14:textId="77777777" w:rsidR="00407E0E" w:rsidRPr="00C33592" w:rsidRDefault="00407E0E" w:rsidP="00FA7CE7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</w:tcPr>
          <w:p w14:paraId="327EF7DA" w14:textId="77777777" w:rsidR="00383C6E" w:rsidRPr="00C33592" w:rsidRDefault="00383C6E" w:rsidP="00FA7CE7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71F515AB" w14:textId="77777777" w:rsidR="00A55413" w:rsidRPr="00C33592" w:rsidRDefault="00A55413" w:rsidP="00A55413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4E99BE1E" w14:textId="77777777" w:rsidR="00383C6E" w:rsidRPr="00C33592" w:rsidRDefault="00383C6E" w:rsidP="00FA7CE7">
            <w:pPr>
              <w:pStyle w:val="Akapitzlist"/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44AA6CDF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591F8D10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2A7387CA" w14:textId="5D96B9DD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2D2D1638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35BA20E9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408D57D2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096EF094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001016B7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</w:tcPr>
          <w:p w14:paraId="04441FC2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początkowy (data dzienna)</w:t>
            </w:r>
          </w:p>
          <w:p w14:paraId="44830E93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DD-MM-RRRR …………………………</w:t>
            </w:r>
          </w:p>
          <w:p w14:paraId="72D2EE44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końcowy (data dzienna)</w:t>
            </w:r>
          </w:p>
          <w:p w14:paraId="210B9EAA" w14:textId="77777777" w:rsidR="00407E0E" w:rsidRPr="00C33592" w:rsidRDefault="00407E0E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DD-MM-RRRR …………………………</w:t>
            </w:r>
          </w:p>
        </w:tc>
      </w:tr>
      <w:tr w:rsidR="00A55413" w:rsidRPr="00C33592" w14:paraId="052F16C1" w14:textId="77777777" w:rsidTr="00E53962">
        <w:trPr>
          <w:trHeight w:val="2056"/>
        </w:trPr>
        <w:tc>
          <w:tcPr>
            <w:tcW w:w="1555" w:type="dxa"/>
          </w:tcPr>
          <w:p w14:paraId="2E14E8C1" w14:textId="057C4E84" w:rsidR="00A55413" w:rsidRPr="00C33592" w:rsidRDefault="00A55413" w:rsidP="004550BC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</w:tcPr>
          <w:p w14:paraId="7331FA05" w14:textId="77777777" w:rsidR="00A55413" w:rsidRPr="00C33592" w:rsidRDefault="00A55413" w:rsidP="00FA7CE7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</w:tcPr>
          <w:p w14:paraId="5DB18026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5F517DB6" w14:textId="609488E3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54509E89" w14:textId="77777777" w:rsidR="00A55413" w:rsidRPr="00C33592" w:rsidRDefault="00A55413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</w:tcPr>
          <w:p w14:paraId="59787C79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początkowy (data dzienna)</w:t>
            </w:r>
          </w:p>
          <w:p w14:paraId="7E4C0851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DD-MM-RRRR …………………………</w:t>
            </w:r>
          </w:p>
          <w:p w14:paraId="45E80DE0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końcowy (data dzienna)</w:t>
            </w:r>
          </w:p>
          <w:p w14:paraId="33DECB6E" w14:textId="72692D5A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DD-MM-RRRR …………………………</w:t>
            </w:r>
          </w:p>
        </w:tc>
      </w:tr>
      <w:tr w:rsidR="00A55413" w:rsidRPr="00C33592" w14:paraId="4CA81A84" w14:textId="77777777" w:rsidTr="00E53962">
        <w:trPr>
          <w:trHeight w:val="2056"/>
        </w:trPr>
        <w:tc>
          <w:tcPr>
            <w:tcW w:w="1555" w:type="dxa"/>
          </w:tcPr>
          <w:p w14:paraId="1700D65F" w14:textId="0CDCE24B" w:rsidR="00A55413" w:rsidRPr="00C33592" w:rsidRDefault="00A55413" w:rsidP="004550BC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</w:tcPr>
          <w:p w14:paraId="162CC9DD" w14:textId="77777777" w:rsidR="00A55413" w:rsidRPr="00C33592" w:rsidRDefault="00A55413" w:rsidP="00FA7CE7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</w:tcPr>
          <w:p w14:paraId="4F48E479" w14:textId="75D87375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3A71D0D9" w14:textId="77777777" w:rsidR="00A55413" w:rsidRPr="00C33592" w:rsidRDefault="00A55413" w:rsidP="004550B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</w:tcPr>
          <w:p w14:paraId="368E8841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początkowy (data dzienna)</w:t>
            </w:r>
          </w:p>
          <w:p w14:paraId="150E04DA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DD-MM-RRRR …………………………</w:t>
            </w:r>
          </w:p>
          <w:p w14:paraId="55DCCD80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końcowy (data dzienna)</w:t>
            </w:r>
          </w:p>
          <w:p w14:paraId="3B65D4F9" w14:textId="12C48B15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DD-MM-RRRR …………………………</w:t>
            </w:r>
          </w:p>
        </w:tc>
      </w:tr>
      <w:tr w:rsidR="00A55413" w:rsidRPr="00C33592" w14:paraId="45472932" w14:textId="77777777" w:rsidTr="00E53962">
        <w:trPr>
          <w:trHeight w:val="1873"/>
        </w:trPr>
        <w:tc>
          <w:tcPr>
            <w:tcW w:w="1555" w:type="dxa"/>
          </w:tcPr>
          <w:p w14:paraId="763D4B50" w14:textId="10E1FD8A" w:rsidR="00A55413" w:rsidRPr="00C33592" w:rsidRDefault="00A55413" w:rsidP="00A55413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</w:tcPr>
          <w:p w14:paraId="287F2616" w14:textId="314D9B57" w:rsidR="00A55413" w:rsidRPr="00C33592" w:rsidRDefault="00A55413" w:rsidP="00FA7C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</w:tcPr>
          <w:p w14:paraId="30E4F4BB" w14:textId="6A5CDF8C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5A8D827F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</w:tcPr>
          <w:p w14:paraId="5DD11136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początkowy (data dzienna)</w:t>
            </w:r>
          </w:p>
          <w:p w14:paraId="388E22E1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DD-MM-RRRR …………………………</w:t>
            </w:r>
          </w:p>
          <w:p w14:paraId="3FDCD88C" w14:textId="77777777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końcowy (data dzienna)</w:t>
            </w:r>
          </w:p>
          <w:p w14:paraId="01D436CE" w14:textId="166C3F4A" w:rsidR="00A55413" w:rsidRPr="00C33592" w:rsidRDefault="00A55413" w:rsidP="00A55413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DD-MM-RRRR …………………………</w:t>
            </w:r>
          </w:p>
        </w:tc>
      </w:tr>
    </w:tbl>
    <w:p w14:paraId="533F68C0" w14:textId="77777777" w:rsidR="00A55413" w:rsidRPr="00C33592" w:rsidRDefault="00A55413" w:rsidP="00BB5DF3">
      <w:pPr>
        <w:rPr>
          <w:rFonts w:asciiTheme="minorHAnsi" w:hAnsiTheme="minorHAnsi" w:cstheme="minorHAnsi"/>
          <w:b/>
          <w:sz w:val="22"/>
          <w:szCs w:val="22"/>
        </w:rPr>
      </w:pPr>
    </w:p>
    <w:p w14:paraId="6A8D327D" w14:textId="45D7C05F" w:rsidR="00014C73" w:rsidRPr="00C33592" w:rsidRDefault="000C320B" w:rsidP="002D4779">
      <w:pPr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5CF4CF15" w14:textId="77777777" w:rsidR="00014C73" w:rsidRPr="00C33592" w:rsidRDefault="00014C73" w:rsidP="008E5F4D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B2E4F01" w14:textId="45D6CFF5" w:rsidR="008E5F4D" w:rsidRPr="00C33592" w:rsidRDefault="008E5F4D" w:rsidP="008E5F4D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>Oświadczamy, że:</w:t>
      </w:r>
    </w:p>
    <w:p w14:paraId="5A998C63" w14:textId="77777777" w:rsidR="008E5F4D" w:rsidRPr="00C33592" w:rsidRDefault="008E5F4D" w:rsidP="008E5F4D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>a) przetwarzamy dane osobowe zawarte w ofercie oraz wskazane w uzupełnieniach i wyjaśnieniach do oferty, zgodnie z art. 6 lub 9 RODO,</w:t>
      </w:r>
    </w:p>
    <w:p w14:paraId="4FABA68D" w14:textId="77777777" w:rsidR="008E5F4D" w:rsidRPr="00C33592" w:rsidRDefault="008E5F4D" w:rsidP="008E5F4D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>b) wypełniliśmy obowiązki informacyjne przewidziane w art. 13 i/lub art. 14 RODO wobec osób fizycznych, od których dane osobowe bezpośrednio lub pośrednio pozyskano w celu ubiegania się o udzielenie zamówienia publicznego w niniejszym postępowaniu,</w:t>
      </w:r>
    </w:p>
    <w:p w14:paraId="07216158" w14:textId="77777777" w:rsidR="008E5F4D" w:rsidRPr="00C33592" w:rsidRDefault="008E5F4D" w:rsidP="008E5F4D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 xml:space="preserve">c) poinformowaliśmy osoby, których dane dotyczą o przekazaniu ich danych Zamawiającemu, o celu przekazania oraz o innych informacjach dotyczących Zamawiającego wynikających z przepisów prawa, w szczególności art. 13 i/lub 14 RODO, </w:t>
      </w:r>
    </w:p>
    <w:p w14:paraId="26A01296" w14:textId="77777777" w:rsidR="008E5F4D" w:rsidRPr="00C33592" w:rsidRDefault="008E5F4D" w:rsidP="008E5F4D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lastRenderedPageBreak/>
        <w:t>d) poinformowaliśmy wszystkie osoby, których dane są zawarte w ofercie oraz zostaną poinformowane wszystkie osoby wskazane w uzupełnieniach i wyjaśnieniach do oferty, iż protokół wraz z załącznikami jest co do zasady jawny oraz załącznikiem do protokołu są m.in. oferty i inne dokumenty i informacje składane przez oferentów,</w:t>
      </w:r>
    </w:p>
    <w:p w14:paraId="65F5BF02" w14:textId="77777777" w:rsidR="008E5F4D" w:rsidRPr="00C33592" w:rsidRDefault="008E5F4D" w:rsidP="008E5F4D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>e) jesteśmy w stanie wykazać prawdziwość oświadczeń, o których mowa w lit. od a) do d).</w:t>
      </w:r>
    </w:p>
    <w:p w14:paraId="1FADAA9C" w14:textId="77777777" w:rsidR="00A7684C" w:rsidRPr="00C33592" w:rsidRDefault="00A7684C" w:rsidP="000C320B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33592">
        <w:rPr>
          <w:rFonts w:asciiTheme="minorHAnsi" w:hAnsiTheme="minorHAnsi" w:cstheme="minorHAnsi"/>
          <w:b/>
          <w:sz w:val="22"/>
          <w:szCs w:val="22"/>
        </w:rPr>
        <w:t>postępowaniu.</w:t>
      </w:r>
    </w:p>
    <w:p w14:paraId="6476F850" w14:textId="77777777" w:rsidR="00B6372B" w:rsidRPr="00C33592" w:rsidRDefault="00B6372B" w:rsidP="000C320B">
      <w:pPr>
        <w:spacing w:line="240" w:lineRule="atLeast"/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43210681" w14:textId="77777777" w:rsidR="00B6372B" w:rsidRPr="00C33592" w:rsidRDefault="00B6372B" w:rsidP="007E44D8">
      <w:pPr>
        <w:pStyle w:val="Nagwek5"/>
        <w:numPr>
          <w:ilvl w:val="0"/>
          <w:numId w:val="33"/>
        </w:numPr>
        <w:tabs>
          <w:tab w:val="clear" w:pos="720"/>
        </w:tabs>
        <w:spacing w:line="360" w:lineRule="auto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>WADIUM:</w:t>
      </w:r>
    </w:p>
    <w:p w14:paraId="65035CDA" w14:textId="77777777" w:rsidR="006721AB" w:rsidRPr="00C33592" w:rsidRDefault="006721AB" w:rsidP="006721AB">
      <w:pPr>
        <w:pStyle w:val="Nagwek5"/>
        <w:spacing w:line="480" w:lineRule="auto"/>
        <w:ind w:left="360"/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33592">
        <w:rPr>
          <w:rFonts w:asciiTheme="minorHAnsi" w:hAnsiTheme="minorHAnsi" w:cstheme="minorHAnsi"/>
          <w:b w:val="0"/>
          <w:bCs w:val="0"/>
          <w:sz w:val="22"/>
          <w:szCs w:val="22"/>
        </w:rPr>
        <w:t>Kwota wniesionego wadium  ..................................(słownie ..............................................................................)</w:t>
      </w:r>
    </w:p>
    <w:p w14:paraId="4D0DF6CE" w14:textId="77777777" w:rsidR="00B6372B" w:rsidRPr="00C33592" w:rsidRDefault="00B6372B" w:rsidP="00B6372B">
      <w:pPr>
        <w:pStyle w:val="Nagwek5"/>
        <w:spacing w:line="480" w:lineRule="auto"/>
        <w:ind w:left="360"/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33592">
        <w:rPr>
          <w:rFonts w:asciiTheme="minorHAnsi" w:hAnsiTheme="minorHAnsi" w:cstheme="minorHAnsi"/>
          <w:b w:val="0"/>
          <w:bCs w:val="0"/>
          <w:sz w:val="22"/>
          <w:szCs w:val="22"/>
        </w:rPr>
        <w:t>Forma w jakiej zostało wniesione wadium: ................................................................................................................</w:t>
      </w:r>
    </w:p>
    <w:p w14:paraId="2BC20DFC" w14:textId="77777777" w:rsidR="00B6372B" w:rsidRPr="00C33592" w:rsidRDefault="00B6372B" w:rsidP="00B6372B">
      <w:pPr>
        <w:pStyle w:val="Nagwek5"/>
        <w:spacing w:line="480" w:lineRule="auto"/>
        <w:ind w:left="360"/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33592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Nr rachunku bankowego na jaki Zamawiający winien dokonać zwrotu wadium w przypadku wybrania formy pieniężnej: </w:t>
      </w:r>
    </w:p>
    <w:p w14:paraId="4E9F4B85" w14:textId="77777777" w:rsidR="00B6372B" w:rsidRPr="00C33592" w:rsidRDefault="00B6372B" w:rsidP="006721AB">
      <w:pPr>
        <w:pStyle w:val="Nagwek5"/>
        <w:spacing w:line="480" w:lineRule="auto"/>
        <w:ind w:left="360"/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33592">
        <w:rPr>
          <w:rFonts w:asciiTheme="minorHAnsi" w:hAnsiTheme="minorHAnsi" w:cstheme="minorHAnsi"/>
          <w:b w:val="0"/>
          <w:bCs w:val="0"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3"/>
        <w:gridCol w:w="1745"/>
        <w:gridCol w:w="5953"/>
      </w:tblGrid>
      <w:tr w:rsidR="00DA3FF9" w:rsidRPr="00C33592" w14:paraId="02ADBD3A" w14:textId="77777777" w:rsidTr="00DA3FF9">
        <w:trPr>
          <w:trHeight w:val="360"/>
        </w:trPr>
        <w:tc>
          <w:tcPr>
            <w:tcW w:w="2083" w:type="dxa"/>
          </w:tcPr>
          <w:p w14:paraId="50211863" w14:textId="77777777" w:rsidR="00714D5F" w:rsidRPr="00C33592" w:rsidRDefault="00714D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0B17D76" w14:textId="77777777" w:rsidR="00DA3FF9" w:rsidRPr="00C33592" w:rsidRDefault="00DA3FF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b/>
                <w:sz w:val="22"/>
                <w:szCs w:val="22"/>
              </w:rPr>
              <w:t>Dane do umowy:</w:t>
            </w:r>
          </w:p>
        </w:tc>
        <w:tc>
          <w:tcPr>
            <w:tcW w:w="1745" w:type="dxa"/>
            <w:hideMark/>
          </w:tcPr>
          <w:p w14:paraId="5426D622" w14:textId="77777777" w:rsidR="00DA3FF9" w:rsidRPr="00C33592" w:rsidRDefault="00DA3FF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53" w:type="dxa"/>
            <w:hideMark/>
          </w:tcPr>
          <w:p w14:paraId="70F1AE04" w14:textId="77777777" w:rsidR="00DA3FF9" w:rsidRPr="00C33592" w:rsidRDefault="00DA3F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3FF9" w:rsidRPr="00C33592" w14:paraId="6FF74294" w14:textId="77777777" w:rsidTr="00DA3FF9">
        <w:trPr>
          <w:trHeight w:val="360"/>
        </w:trPr>
        <w:tc>
          <w:tcPr>
            <w:tcW w:w="2083" w:type="dxa"/>
            <w:hideMark/>
          </w:tcPr>
          <w:p w14:paraId="5E411197" w14:textId="77777777" w:rsidR="00DA3FF9" w:rsidRPr="00C33592" w:rsidRDefault="00DA3F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45" w:type="dxa"/>
            <w:hideMark/>
          </w:tcPr>
          <w:p w14:paraId="014CBE8E" w14:textId="77777777" w:rsidR="00DA3FF9" w:rsidRPr="00C33592" w:rsidRDefault="00DA3F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3" w:type="dxa"/>
            <w:hideMark/>
          </w:tcPr>
          <w:p w14:paraId="7836F8E4" w14:textId="77777777" w:rsidR="00DA3FF9" w:rsidRPr="00C33592" w:rsidRDefault="00DA3F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3FF9" w:rsidRPr="00C33592" w14:paraId="627E6719" w14:textId="77777777" w:rsidTr="00DA3FF9">
        <w:trPr>
          <w:trHeight w:val="36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BC227D1" w14:textId="77777777" w:rsidR="00DA3FF9" w:rsidRPr="00C33592" w:rsidRDefault="00DA3FF9">
            <w:pPr>
              <w:ind w:right="2805"/>
              <w:rPr>
                <w:rFonts w:asciiTheme="minorHAnsi" w:hAnsiTheme="minorHAnsi" w:cstheme="minorHAnsi"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</w:rPr>
              <w:t>Osoby które będą zawierały umowę ze strony Wykonawcy:</w:t>
            </w:r>
          </w:p>
        </w:tc>
      </w:tr>
      <w:tr w:rsidR="00DA3FF9" w:rsidRPr="00C33592" w14:paraId="694A6CCC" w14:textId="77777777" w:rsidTr="00DA3FF9">
        <w:trPr>
          <w:trHeight w:val="36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64612C2" w14:textId="77777777" w:rsidR="00DA3FF9" w:rsidRPr="00C33592" w:rsidRDefault="00DA3F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</w:rPr>
              <w:t>Osoba(y)  odpowiedzialna za realizację umowy ze strony Wykonawcy</w:t>
            </w:r>
          </w:p>
        </w:tc>
      </w:tr>
      <w:tr w:rsidR="00DA3FF9" w:rsidRPr="00C33592" w14:paraId="4C8EA5F7" w14:textId="77777777" w:rsidTr="00DA3FF9">
        <w:trPr>
          <w:trHeight w:val="36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CC385" w14:textId="77777777" w:rsidR="00DA3FF9" w:rsidRPr="00C33592" w:rsidRDefault="00DA3F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25B75C" w14:textId="77777777" w:rsidR="00DA3FF9" w:rsidRPr="00C33592" w:rsidRDefault="00DA3F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096E" w14:textId="77777777" w:rsidR="00DA3FF9" w:rsidRPr="00C33592" w:rsidRDefault="00DA3FF9">
            <w:pPr>
              <w:tabs>
                <w:tab w:val="left" w:pos="480"/>
                <w:tab w:val="right" w:pos="52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</w:rPr>
              <w:tab/>
              <w:t>Faks; e-mail</w:t>
            </w:r>
            <w:r w:rsidRPr="00C33592">
              <w:rPr>
                <w:rFonts w:asciiTheme="minorHAnsi" w:hAnsiTheme="minorHAnsi" w:cstheme="minorHAnsi"/>
                <w:sz w:val="22"/>
                <w:szCs w:val="22"/>
              </w:rPr>
              <w:tab/>
              <w:t>Nr telefonu / e-mail</w:t>
            </w:r>
          </w:p>
        </w:tc>
      </w:tr>
      <w:tr w:rsidR="00DA3FF9" w:rsidRPr="00C33592" w14:paraId="54C6850A" w14:textId="77777777" w:rsidTr="00DA3FF9">
        <w:trPr>
          <w:trHeight w:val="36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C8E1" w14:textId="77777777" w:rsidR="00DA3FF9" w:rsidRPr="00C33592" w:rsidRDefault="00DA3F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04128A" w14:textId="77777777" w:rsidR="00DA3FF9" w:rsidRPr="00C33592" w:rsidRDefault="00DA3F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17D1" w14:textId="77777777" w:rsidR="00DA3FF9" w:rsidRPr="00C33592" w:rsidRDefault="00DA3FF9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DA3FF9" w:rsidRPr="00C33592" w14:paraId="38ADD74D" w14:textId="77777777" w:rsidTr="00DA3FF9">
        <w:trPr>
          <w:trHeight w:val="36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C1D9" w14:textId="77777777" w:rsidR="00DA3FF9" w:rsidRPr="00C33592" w:rsidRDefault="00DA3F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1B8D47" w14:textId="77777777" w:rsidR="00DA3FF9" w:rsidRPr="00C33592" w:rsidRDefault="00DA3F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C8C5" w14:textId="77777777" w:rsidR="00DA3FF9" w:rsidRPr="00C33592" w:rsidRDefault="00DA3FF9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35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</w:tbl>
    <w:p w14:paraId="0029857C" w14:textId="77777777" w:rsidR="00DA3FF9" w:rsidRPr="00C33592" w:rsidRDefault="00DA3FF9" w:rsidP="00DA3FF9">
      <w:pPr>
        <w:pStyle w:val="Nagwek5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F297B9" w14:textId="77777777" w:rsidR="00B6372B" w:rsidRPr="00C33592" w:rsidRDefault="00B6372B" w:rsidP="00B6372B">
      <w:pPr>
        <w:pStyle w:val="Nagwek5"/>
        <w:numPr>
          <w:ilvl w:val="0"/>
          <w:numId w:val="33"/>
        </w:numPr>
        <w:tabs>
          <w:tab w:val="clear" w:pos="720"/>
        </w:tabs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 xml:space="preserve">Podwykonawstwo </w:t>
      </w:r>
      <w:r w:rsidRPr="00C33592">
        <w:rPr>
          <w:rFonts w:asciiTheme="minorHAnsi" w:hAnsiTheme="minorHAnsi" w:cstheme="minorHAnsi"/>
          <w:b w:val="0"/>
          <w:bCs w:val="0"/>
          <w:sz w:val="22"/>
          <w:szCs w:val="22"/>
        </w:rPr>
        <w:t>(jeżeli dotyczy)</w:t>
      </w:r>
    </w:p>
    <w:p w14:paraId="1CB37E76" w14:textId="77777777" w:rsidR="00B6372B" w:rsidRPr="00C33592" w:rsidRDefault="00B6372B" w:rsidP="00B6372B">
      <w:pPr>
        <w:pStyle w:val="Nagwek5"/>
        <w:numPr>
          <w:ilvl w:val="0"/>
          <w:numId w:val="35"/>
        </w:numPr>
        <w:spacing w:before="120" w:line="480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33592">
        <w:rPr>
          <w:rFonts w:asciiTheme="minorHAnsi" w:hAnsiTheme="minorHAnsi" w:cstheme="minorHAnsi"/>
          <w:b w:val="0"/>
          <w:bCs w:val="0"/>
          <w:sz w:val="22"/>
          <w:szCs w:val="22"/>
        </w:rPr>
        <w:t>zakres:_____________________________________________________________________________________</w:t>
      </w:r>
    </w:p>
    <w:p w14:paraId="2D072619" w14:textId="77777777" w:rsidR="00B6372B" w:rsidRPr="00C33592" w:rsidRDefault="00B6372B" w:rsidP="00B6372B">
      <w:pPr>
        <w:pStyle w:val="Nagwek5"/>
        <w:numPr>
          <w:ilvl w:val="0"/>
          <w:numId w:val="35"/>
        </w:numPr>
        <w:spacing w:line="480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33592">
        <w:rPr>
          <w:rFonts w:asciiTheme="minorHAnsi" w:hAnsiTheme="minorHAnsi" w:cstheme="minorHAnsi"/>
          <w:b w:val="0"/>
          <w:bCs w:val="0"/>
          <w:sz w:val="22"/>
          <w:szCs w:val="22"/>
        </w:rPr>
        <w:t>dane podwykonawcy _________________________________________________________________________</w:t>
      </w:r>
    </w:p>
    <w:p w14:paraId="064D4D86" w14:textId="77777777" w:rsidR="008E5F4D" w:rsidRPr="00C33592" w:rsidRDefault="008E5F4D" w:rsidP="008E5F4D">
      <w:pPr>
        <w:spacing w:line="2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>OŚWIADCZENIE DOTYCZACE PODANYCH INFORMACJI:</w:t>
      </w:r>
    </w:p>
    <w:p w14:paraId="5EA3C93F" w14:textId="77777777" w:rsidR="008E5F4D" w:rsidRPr="00C33592" w:rsidRDefault="008E5F4D" w:rsidP="008E5F4D">
      <w:pPr>
        <w:spacing w:line="2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4C6C5F3C" w14:textId="77777777" w:rsidR="00B6372B" w:rsidRPr="00C33592" w:rsidRDefault="008E5F4D" w:rsidP="008E5F4D">
      <w:pPr>
        <w:spacing w:line="240" w:lineRule="atLeast"/>
        <w:rPr>
          <w:rFonts w:asciiTheme="minorHAnsi" w:hAnsiTheme="minorHAnsi" w:cstheme="minorHAnsi"/>
          <w:bCs/>
          <w:sz w:val="22"/>
          <w:szCs w:val="22"/>
        </w:rPr>
      </w:pPr>
      <w:r w:rsidRPr="00C33592">
        <w:rPr>
          <w:rFonts w:asciiTheme="minorHAnsi" w:hAnsiTheme="minorHAnsi" w:cstheme="minorHAnsi"/>
          <w:bCs/>
          <w:sz w:val="22"/>
          <w:szCs w:val="22"/>
        </w:rPr>
        <w:t>Oświadczam, że informacje podane w w/w oświadczeniach są aktualne i zgodne z prawdą oraz zostały przedstawione z pełną świadomością konsekwencji wprowadzenia Zamawiającego w błąd przy przedstawieniu informacji.</w:t>
      </w:r>
    </w:p>
    <w:p w14:paraId="748E6978" w14:textId="77777777" w:rsidR="008E5F4D" w:rsidRPr="00C33592" w:rsidRDefault="008E5F4D" w:rsidP="00B6372B">
      <w:pPr>
        <w:spacing w:line="24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16711748" w14:textId="77777777" w:rsidR="00B6372B" w:rsidRPr="00C33592" w:rsidRDefault="00B6372B" w:rsidP="00B6372B">
      <w:pPr>
        <w:spacing w:line="240" w:lineRule="atLeast"/>
        <w:rPr>
          <w:rFonts w:asciiTheme="minorHAnsi" w:hAnsiTheme="minorHAnsi" w:cstheme="minorHAnsi"/>
          <w:bCs/>
          <w:sz w:val="22"/>
          <w:szCs w:val="22"/>
        </w:rPr>
      </w:pPr>
      <w:r w:rsidRPr="00C33592">
        <w:rPr>
          <w:rFonts w:asciiTheme="minorHAnsi" w:hAnsiTheme="minorHAnsi" w:cstheme="minorHAnsi"/>
          <w:bCs/>
          <w:sz w:val="22"/>
          <w:szCs w:val="22"/>
        </w:rPr>
        <w:t xml:space="preserve">Załącznikami do niniejszej oferty są: </w:t>
      </w:r>
    </w:p>
    <w:p w14:paraId="0B96F436" w14:textId="77777777" w:rsidR="00B6372B" w:rsidRPr="00C33592" w:rsidRDefault="00B6372B" w:rsidP="00B6372B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92360EF" w14:textId="3EE66799" w:rsidR="00B6372B" w:rsidRPr="00C33592" w:rsidRDefault="00B6372B" w:rsidP="00B6372B">
      <w:pPr>
        <w:numPr>
          <w:ilvl w:val="0"/>
          <w:numId w:val="36"/>
        </w:num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 </w:t>
      </w:r>
    </w:p>
    <w:p w14:paraId="1D4A75D6" w14:textId="7F88D8C0" w:rsidR="00B6372B" w:rsidRPr="00C33592" w:rsidRDefault="00B6372B" w:rsidP="00B6372B">
      <w:pPr>
        <w:numPr>
          <w:ilvl w:val="0"/>
          <w:numId w:val="36"/>
        </w:num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 </w:t>
      </w:r>
    </w:p>
    <w:p w14:paraId="4C975162" w14:textId="7F1824DD" w:rsidR="00B6372B" w:rsidRPr="00C33592" w:rsidRDefault="00B6372B" w:rsidP="00E43989">
      <w:pPr>
        <w:numPr>
          <w:ilvl w:val="0"/>
          <w:numId w:val="36"/>
        </w:num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</w:t>
      </w:r>
    </w:p>
    <w:p w14:paraId="6419F0BF" w14:textId="77777777" w:rsidR="00B6372B" w:rsidRPr="00C33592" w:rsidRDefault="00B6372B" w:rsidP="00B6372B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235A88D" w14:textId="77777777" w:rsidR="00B6372B" w:rsidRPr="00C33592" w:rsidRDefault="00B6372B" w:rsidP="00B6372B">
      <w:pPr>
        <w:tabs>
          <w:tab w:val="right" w:pos="9072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C33592">
        <w:rPr>
          <w:rFonts w:asciiTheme="minorHAnsi" w:hAnsiTheme="minorHAnsi" w:cstheme="minorHAnsi"/>
          <w:b/>
          <w:bCs/>
          <w:sz w:val="22"/>
          <w:szCs w:val="22"/>
        </w:rPr>
        <w:t xml:space="preserve">Data: _________________                                                                  </w:t>
      </w:r>
    </w:p>
    <w:p w14:paraId="6F9008E7" w14:textId="77777777" w:rsidR="00874DF8" w:rsidRPr="00C33592" w:rsidRDefault="00874DF8" w:rsidP="00874DF8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Cs/>
          <w:sz w:val="22"/>
          <w:szCs w:val="22"/>
        </w:rPr>
      </w:pPr>
    </w:p>
    <w:p w14:paraId="03B28467" w14:textId="77777777" w:rsidR="00874DF8" w:rsidRPr="00C33592" w:rsidRDefault="009E3681" w:rsidP="009E3681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33592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874DF8" w:rsidRPr="00C33592">
        <w:rPr>
          <w:rFonts w:asciiTheme="minorHAnsi" w:hAnsiTheme="minorHAnsi" w:cstheme="minorHAnsi"/>
          <w:i/>
          <w:sz w:val="22"/>
          <w:szCs w:val="22"/>
          <w:vertAlign w:val="superscript"/>
        </w:rPr>
        <w:t>.................................................................................................................................................</w:t>
      </w:r>
    </w:p>
    <w:p w14:paraId="728E07E8" w14:textId="77777777" w:rsidR="00874DF8" w:rsidRPr="00C33592" w:rsidRDefault="00874DF8" w:rsidP="00874DF8">
      <w:pPr>
        <w:tabs>
          <w:tab w:val="right" w:pos="9072"/>
        </w:tabs>
        <w:jc w:val="right"/>
        <w:rPr>
          <w:rFonts w:asciiTheme="minorHAnsi" w:hAnsiTheme="minorHAnsi" w:cstheme="minorHAnsi"/>
          <w:iCs/>
          <w:sz w:val="22"/>
          <w:szCs w:val="22"/>
        </w:rPr>
      </w:pPr>
      <w:r w:rsidRPr="00C33592">
        <w:rPr>
          <w:rFonts w:asciiTheme="minorHAnsi" w:hAnsiTheme="minorHAnsi" w:cstheme="minorHAnsi"/>
          <w:iCs/>
          <w:sz w:val="22"/>
          <w:szCs w:val="22"/>
        </w:rPr>
        <w:t xml:space="preserve">[kwalifikowany podpis elektroniczny lub podpis zaufany lub elektroniczny </w:t>
      </w:r>
    </w:p>
    <w:p w14:paraId="4DD23ABA" w14:textId="77777777" w:rsidR="00606FAB" w:rsidRPr="00C33592" w:rsidRDefault="00874DF8" w:rsidP="00EF7E2F">
      <w:pPr>
        <w:tabs>
          <w:tab w:val="right" w:pos="9072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C33592">
        <w:rPr>
          <w:rFonts w:asciiTheme="minorHAnsi" w:hAnsiTheme="minorHAnsi" w:cstheme="minorHAnsi"/>
          <w:iCs/>
          <w:sz w:val="22"/>
          <w:szCs w:val="22"/>
        </w:rPr>
        <w:t>podpis osobisty Wykonawcy/ osoby / osób uprawnionych do reprezentacji Wykonawcy</w:t>
      </w:r>
    </w:p>
    <w:sectPr w:rsidR="00606FAB" w:rsidRPr="00C33592" w:rsidSect="00547A54">
      <w:footerReference w:type="default" r:id="rId9"/>
      <w:pgSz w:w="11906" w:h="16838" w:code="9"/>
      <w:pgMar w:top="340" w:right="851" w:bottom="851" w:left="1134" w:header="709" w:footer="81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8BFB8" w14:textId="77777777" w:rsidR="004F0FF6" w:rsidRDefault="004F0FF6">
      <w:r>
        <w:separator/>
      </w:r>
    </w:p>
  </w:endnote>
  <w:endnote w:type="continuationSeparator" w:id="0">
    <w:p w14:paraId="2DE9C4F9" w14:textId="77777777" w:rsidR="004F0FF6" w:rsidRDefault="004F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ED34F" w14:textId="77777777" w:rsidR="00606FAB" w:rsidRDefault="00606FAB">
    <w:pPr>
      <w:jc w:val="right"/>
      <w:rPr>
        <w:rFonts w:ascii="Calibri" w:hAnsi="Calibri"/>
        <w:bCs/>
        <w:sz w:val="20"/>
      </w:rPr>
    </w:pPr>
  </w:p>
  <w:p w14:paraId="277D3838" w14:textId="77777777" w:rsidR="00606FAB" w:rsidRDefault="00606FAB">
    <w:pPr>
      <w:jc w:val="right"/>
      <w:rPr>
        <w:rFonts w:ascii="Calibri" w:hAnsi="Calibri"/>
        <w:bCs/>
        <w:sz w:val="20"/>
      </w:rPr>
    </w:pPr>
  </w:p>
  <w:p w14:paraId="09E290DE" w14:textId="77777777" w:rsidR="00606FAB" w:rsidRDefault="00606FAB">
    <w:pPr>
      <w:jc w:val="right"/>
      <w:rPr>
        <w:rFonts w:ascii="Calibri" w:hAnsi="Calibri"/>
        <w:b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11526" w14:textId="77777777" w:rsidR="004F0FF6" w:rsidRDefault="004F0FF6">
      <w:r>
        <w:separator/>
      </w:r>
    </w:p>
  </w:footnote>
  <w:footnote w:type="continuationSeparator" w:id="0">
    <w:p w14:paraId="104912AB" w14:textId="77777777" w:rsidR="004F0FF6" w:rsidRDefault="004F0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0F5F727C"/>
    <w:multiLevelType w:val="hybridMultilevel"/>
    <w:tmpl w:val="324E4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59F1F44"/>
    <w:multiLevelType w:val="hybridMultilevel"/>
    <w:tmpl w:val="3C423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F700FE1"/>
    <w:multiLevelType w:val="hybridMultilevel"/>
    <w:tmpl w:val="3C423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B74F72"/>
    <w:multiLevelType w:val="hybridMultilevel"/>
    <w:tmpl w:val="10A4DA86"/>
    <w:lvl w:ilvl="0" w:tplc="9BF2406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1E7788E"/>
    <w:multiLevelType w:val="hybridMultilevel"/>
    <w:tmpl w:val="662AB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8925A41"/>
    <w:multiLevelType w:val="multilevel"/>
    <w:tmpl w:val="5E90121E"/>
    <w:lvl w:ilvl="0">
      <w:start w:val="1"/>
      <w:numFmt w:val="decimal"/>
      <w:lvlText w:val="%1."/>
      <w:lvlJc w:val="left"/>
      <w:pPr>
        <w:ind w:left="360"/>
      </w:pPr>
      <w:rPr>
        <w:rFonts w:ascii="Verdana" w:eastAsia="Times New Roman" w:cs="Times New Roman"/>
        <w:sz w:val="1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9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9E2798B"/>
    <w:multiLevelType w:val="hybridMultilevel"/>
    <w:tmpl w:val="3C423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3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B2F2B0E"/>
    <w:multiLevelType w:val="hybridMultilevel"/>
    <w:tmpl w:val="BD76E5B6"/>
    <w:lvl w:ilvl="0" w:tplc="30F6CFCE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C566B80"/>
    <w:multiLevelType w:val="hybridMultilevel"/>
    <w:tmpl w:val="151A0D26"/>
    <w:lvl w:ilvl="0" w:tplc="A050A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4F10C8F"/>
    <w:multiLevelType w:val="hybridMultilevel"/>
    <w:tmpl w:val="EBC211F2"/>
    <w:lvl w:ilvl="0" w:tplc="0DC47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25"/>
  </w:num>
  <w:num w:numId="4">
    <w:abstractNumId w:val="5"/>
  </w:num>
  <w:num w:numId="5">
    <w:abstractNumId w:val="29"/>
  </w:num>
  <w:num w:numId="6">
    <w:abstractNumId w:val="7"/>
  </w:num>
  <w:num w:numId="7">
    <w:abstractNumId w:val="8"/>
  </w:num>
  <w:num w:numId="8">
    <w:abstractNumId w:val="33"/>
  </w:num>
  <w:num w:numId="9">
    <w:abstractNumId w:val="4"/>
  </w:num>
  <w:num w:numId="10">
    <w:abstractNumId w:val="32"/>
  </w:num>
  <w:num w:numId="11">
    <w:abstractNumId w:val="28"/>
  </w:num>
  <w:num w:numId="12">
    <w:abstractNumId w:val="13"/>
  </w:num>
  <w:num w:numId="13">
    <w:abstractNumId w:val="26"/>
  </w:num>
  <w:num w:numId="14">
    <w:abstractNumId w:val="39"/>
  </w:num>
  <w:num w:numId="15">
    <w:abstractNumId w:val="24"/>
  </w:num>
  <w:num w:numId="16">
    <w:abstractNumId w:val="36"/>
  </w:num>
  <w:num w:numId="17">
    <w:abstractNumId w:val="12"/>
  </w:num>
  <w:num w:numId="18">
    <w:abstractNumId w:val="17"/>
  </w:num>
  <w:num w:numId="19">
    <w:abstractNumId w:val="35"/>
  </w:num>
  <w:num w:numId="20">
    <w:abstractNumId w:val="1"/>
  </w:num>
  <w:num w:numId="21">
    <w:abstractNumId w:val="30"/>
  </w:num>
  <w:num w:numId="22">
    <w:abstractNumId w:val="2"/>
  </w:num>
  <w:num w:numId="23">
    <w:abstractNumId w:val="14"/>
  </w:num>
  <w:num w:numId="24">
    <w:abstractNumId w:val="34"/>
  </w:num>
  <w:num w:numId="25">
    <w:abstractNumId w:val="10"/>
  </w:num>
  <w:num w:numId="26">
    <w:abstractNumId w:val="16"/>
  </w:num>
  <w:num w:numId="27">
    <w:abstractNumId w:val="21"/>
  </w:num>
  <w:num w:numId="28">
    <w:abstractNumId w:val="18"/>
  </w:num>
  <w:num w:numId="29">
    <w:abstractNumId w:val="3"/>
  </w:num>
  <w:num w:numId="30">
    <w:abstractNumId w:val="20"/>
  </w:num>
  <w:num w:numId="31">
    <w:abstractNumId w:val="0"/>
  </w:num>
  <w:num w:numId="32">
    <w:abstractNumId w:val="40"/>
  </w:num>
  <w:num w:numId="33">
    <w:abstractNumId w:val="38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23"/>
  </w:num>
  <w:num w:numId="39">
    <w:abstractNumId w:val="9"/>
  </w:num>
  <w:num w:numId="40">
    <w:abstractNumId w:val="15"/>
  </w:num>
  <w:num w:numId="41">
    <w:abstractNumId w:val="27"/>
  </w:num>
  <w:num w:numId="42">
    <w:abstractNumId w:val="31"/>
  </w:num>
  <w:num w:numId="43">
    <w:abstractNumId w:val="19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FF2"/>
    <w:rsid w:val="00014C73"/>
    <w:rsid w:val="0001600C"/>
    <w:rsid w:val="00020F7D"/>
    <w:rsid w:val="00030051"/>
    <w:rsid w:val="00061997"/>
    <w:rsid w:val="000867FD"/>
    <w:rsid w:val="000C320B"/>
    <w:rsid w:val="000E511A"/>
    <w:rsid w:val="001344A5"/>
    <w:rsid w:val="00142486"/>
    <w:rsid w:val="0015163E"/>
    <w:rsid w:val="001621C9"/>
    <w:rsid w:val="00203C73"/>
    <w:rsid w:val="002346CB"/>
    <w:rsid w:val="002750D5"/>
    <w:rsid w:val="00277AA0"/>
    <w:rsid w:val="002970AF"/>
    <w:rsid w:val="002A5349"/>
    <w:rsid w:val="002D4779"/>
    <w:rsid w:val="002E1E55"/>
    <w:rsid w:val="00310E88"/>
    <w:rsid w:val="00334DF9"/>
    <w:rsid w:val="00351D97"/>
    <w:rsid w:val="003627C5"/>
    <w:rsid w:val="003829FF"/>
    <w:rsid w:val="0038375C"/>
    <w:rsid w:val="00383C6E"/>
    <w:rsid w:val="003908A2"/>
    <w:rsid w:val="00394D21"/>
    <w:rsid w:val="003A0358"/>
    <w:rsid w:val="003C328B"/>
    <w:rsid w:val="003F5AA9"/>
    <w:rsid w:val="003F7B80"/>
    <w:rsid w:val="00407E0E"/>
    <w:rsid w:val="004368B1"/>
    <w:rsid w:val="00446A72"/>
    <w:rsid w:val="00450D53"/>
    <w:rsid w:val="0047519D"/>
    <w:rsid w:val="004B1454"/>
    <w:rsid w:val="004F0FF6"/>
    <w:rsid w:val="00512D16"/>
    <w:rsid w:val="005231D6"/>
    <w:rsid w:val="00523D85"/>
    <w:rsid w:val="00537F59"/>
    <w:rsid w:val="005452AE"/>
    <w:rsid w:val="00547A54"/>
    <w:rsid w:val="0056193A"/>
    <w:rsid w:val="005624A0"/>
    <w:rsid w:val="00596242"/>
    <w:rsid w:val="005C5E9A"/>
    <w:rsid w:val="00606FAB"/>
    <w:rsid w:val="006721AB"/>
    <w:rsid w:val="00673293"/>
    <w:rsid w:val="00676DB3"/>
    <w:rsid w:val="006A05F5"/>
    <w:rsid w:val="006B2B16"/>
    <w:rsid w:val="006B3335"/>
    <w:rsid w:val="006D4BE8"/>
    <w:rsid w:val="006D50CE"/>
    <w:rsid w:val="00714D5F"/>
    <w:rsid w:val="00761DE3"/>
    <w:rsid w:val="0076789C"/>
    <w:rsid w:val="0079327D"/>
    <w:rsid w:val="007935B2"/>
    <w:rsid w:val="007C01B6"/>
    <w:rsid w:val="007C1509"/>
    <w:rsid w:val="007E44D8"/>
    <w:rsid w:val="00821BF9"/>
    <w:rsid w:val="008475E8"/>
    <w:rsid w:val="00874DF8"/>
    <w:rsid w:val="0089303C"/>
    <w:rsid w:val="00894CE5"/>
    <w:rsid w:val="008963E7"/>
    <w:rsid w:val="008A5BAC"/>
    <w:rsid w:val="008B2363"/>
    <w:rsid w:val="008E3257"/>
    <w:rsid w:val="008E5F4D"/>
    <w:rsid w:val="009039F6"/>
    <w:rsid w:val="009252E4"/>
    <w:rsid w:val="009269C0"/>
    <w:rsid w:val="009769E2"/>
    <w:rsid w:val="009873FD"/>
    <w:rsid w:val="009917EA"/>
    <w:rsid w:val="009E3681"/>
    <w:rsid w:val="009E6879"/>
    <w:rsid w:val="009F0E9F"/>
    <w:rsid w:val="009F1077"/>
    <w:rsid w:val="00A55413"/>
    <w:rsid w:val="00A7684C"/>
    <w:rsid w:val="00A7738B"/>
    <w:rsid w:val="00AB0200"/>
    <w:rsid w:val="00AB06FC"/>
    <w:rsid w:val="00AB35DE"/>
    <w:rsid w:val="00B45977"/>
    <w:rsid w:val="00B56122"/>
    <w:rsid w:val="00B6328B"/>
    <w:rsid w:val="00B6372B"/>
    <w:rsid w:val="00B66FB5"/>
    <w:rsid w:val="00BB5DF3"/>
    <w:rsid w:val="00BE017F"/>
    <w:rsid w:val="00C15E2D"/>
    <w:rsid w:val="00C203E3"/>
    <w:rsid w:val="00C33592"/>
    <w:rsid w:val="00C3462C"/>
    <w:rsid w:val="00C55E67"/>
    <w:rsid w:val="00C75519"/>
    <w:rsid w:val="00C8648B"/>
    <w:rsid w:val="00D53FF2"/>
    <w:rsid w:val="00D6745B"/>
    <w:rsid w:val="00D85A05"/>
    <w:rsid w:val="00DA1075"/>
    <w:rsid w:val="00DA3FF9"/>
    <w:rsid w:val="00DA4EC8"/>
    <w:rsid w:val="00DB38AC"/>
    <w:rsid w:val="00DD012C"/>
    <w:rsid w:val="00DF577B"/>
    <w:rsid w:val="00E15531"/>
    <w:rsid w:val="00E43989"/>
    <w:rsid w:val="00E53962"/>
    <w:rsid w:val="00E73D75"/>
    <w:rsid w:val="00E87A4F"/>
    <w:rsid w:val="00EA4150"/>
    <w:rsid w:val="00ED32CD"/>
    <w:rsid w:val="00EE474E"/>
    <w:rsid w:val="00EE7A47"/>
    <w:rsid w:val="00EF7E2F"/>
    <w:rsid w:val="00F0791A"/>
    <w:rsid w:val="00F21E89"/>
    <w:rsid w:val="00F567E3"/>
    <w:rsid w:val="00F70DDF"/>
    <w:rsid w:val="00F753BF"/>
    <w:rsid w:val="00F850D9"/>
    <w:rsid w:val="00F96727"/>
    <w:rsid w:val="00FA7CE7"/>
    <w:rsid w:val="00FB07FA"/>
    <w:rsid w:val="00FB0CD4"/>
    <w:rsid w:val="00FC3E1B"/>
    <w:rsid w:val="00FD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8218DF"/>
  <w15:chartTrackingRefBased/>
  <w15:docId w15:val="{E798014C-E875-4FBC-A5FD-28406CAD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outlineLvl w:val="3"/>
    </w:pPr>
    <w:rPr>
      <w:rFonts w:eastAsia="Arial Unicode MS"/>
      <w:b/>
      <w:bCs/>
      <w:sz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40" w:lineRule="atLeast"/>
      <w:jc w:val="both"/>
      <w:outlineLvl w:val="4"/>
    </w:pPr>
    <w:rPr>
      <w:rFonts w:eastAsia="Arial Unicode MS"/>
      <w:b/>
      <w:bCs/>
      <w:sz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35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semiHidden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link w:val="TekstpodstawowywcityZnak"/>
    <w:semiHidden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semiHidden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semiHidden/>
    <w:pPr>
      <w:spacing w:line="360" w:lineRule="auto"/>
      <w:jc w:val="both"/>
    </w:pPr>
  </w:style>
  <w:style w:type="paragraph" w:styleId="Tekstpodstawowywcity2">
    <w:name w:val="Body Text Indent 2"/>
    <w:basedOn w:val="Normalny"/>
    <w:semiHidden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character" w:customStyle="1" w:styleId="TekstpodstawowywcityZnak">
    <w:name w:val="Tekst podstawowy wcięty Znak"/>
    <w:link w:val="Tekstpodstawowywcity"/>
    <w:semiHidden/>
    <w:rsid w:val="00C8648B"/>
    <w:rPr>
      <w:kern w:val="20"/>
      <w:sz w:val="24"/>
    </w:rPr>
  </w:style>
  <w:style w:type="character" w:customStyle="1" w:styleId="Nagwek2Znak">
    <w:name w:val="Nagłówek 2 Znak"/>
    <w:link w:val="Nagwek2"/>
    <w:rsid w:val="000867FD"/>
    <w:rPr>
      <w:b/>
      <w:sz w:val="24"/>
    </w:rPr>
  </w:style>
  <w:style w:type="character" w:customStyle="1" w:styleId="Nagwek4Znak">
    <w:name w:val="Nagłówek 4 Znak"/>
    <w:link w:val="Nagwek4"/>
    <w:rsid w:val="000867FD"/>
    <w:rPr>
      <w:rFonts w:eastAsia="Arial Unicode MS"/>
      <w:b/>
      <w:bCs/>
      <w:szCs w:val="24"/>
    </w:rPr>
  </w:style>
  <w:style w:type="character" w:customStyle="1" w:styleId="Nagwek5Znak">
    <w:name w:val="Nagłówek 5 Znak"/>
    <w:link w:val="Nagwek5"/>
    <w:rsid w:val="000867FD"/>
    <w:rPr>
      <w:rFonts w:eastAsia="Arial Unicode MS"/>
      <w:b/>
      <w:bCs/>
      <w:szCs w:val="24"/>
    </w:rPr>
  </w:style>
  <w:style w:type="character" w:customStyle="1" w:styleId="5yl5">
    <w:name w:val="_5yl5"/>
    <w:rsid w:val="000867FD"/>
  </w:style>
  <w:style w:type="paragraph" w:styleId="Akapitzlist">
    <w:name w:val="List Paragraph"/>
    <w:aliases w:val="sw tekst,Podsis rysunku,CW_Lista,L1,Numerowanie,2 heading,A_wyliczenie,K-P_odwolanie,maz_wyliczenie,opis dzialania,Akapit z listą BS,normalny tekst,lp1,Preambuła,Bullet Number,Body MS Bullet,List Paragraph2,ISCG Numerowanie,List Paragraph"/>
    <w:basedOn w:val="Normalny"/>
    <w:link w:val="AkapitzlistZnak"/>
    <w:uiPriority w:val="34"/>
    <w:qFormat/>
    <w:rsid w:val="00AB35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31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1D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56193A"/>
  </w:style>
  <w:style w:type="paragraph" w:styleId="NormalnyWeb">
    <w:name w:val="Normal (Web)"/>
    <w:basedOn w:val="Normalny"/>
    <w:uiPriority w:val="99"/>
    <w:unhideWhenUsed/>
    <w:rsid w:val="00673293"/>
    <w:rPr>
      <w:rFonts w:eastAsia="Calibri"/>
    </w:rPr>
  </w:style>
  <w:style w:type="character" w:customStyle="1" w:styleId="AkapitzlistZnak">
    <w:name w:val="Akapit z listą Znak"/>
    <w:aliases w:val="sw tekst Znak,Podsis rysunku Znak,CW_Lista Znak,L1 Znak,Numerowanie Znak,2 heading Znak,A_wyliczenie Znak,K-P_odwolanie Znak,maz_wyliczenie Znak,opis dzialania Znak,Akapit z listą BS Znak,normalny tekst Znak,lp1 Znak,Preambuła Znak"/>
    <w:basedOn w:val="Domylnaczcionkaakapitu"/>
    <w:link w:val="Akapitzlist"/>
    <w:uiPriority w:val="34"/>
    <w:qFormat/>
    <w:rsid w:val="00FB0CD4"/>
    <w:rPr>
      <w:sz w:val="24"/>
      <w:szCs w:val="24"/>
    </w:rPr>
  </w:style>
  <w:style w:type="character" w:customStyle="1" w:styleId="Teksttreci2">
    <w:name w:val="Tekst treści (2)"/>
    <w:rsid w:val="003908A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545B63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rsid w:val="003908A2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545B63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Bezodstpw">
    <w:name w:val="No Spacing"/>
    <w:uiPriority w:val="1"/>
    <w:qFormat/>
    <w:rsid w:val="003908A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character" w:customStyle="1" w:styleId="Teksttreci20">
    <w:name w:val="Tekst treści (2)_"/>
    <w:basedOn w:val="Domylnaczcionkaakapitu"/>
    <w:rsid w:val="003908A2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styleId="Poprawka">
    <w:name w:val="Revision"/>
    <w:hidden/>
    <w:uiPriority w:val="99"/>
    <w:semiHidden/>
    <w:rsid w:val="00407E0E"/>
    <w:rPr>
      <w:sz w:val="24"/>
      <w:szCs w:val="24"/>
    </w:rPr>
  </w:style>
  <w:style w:type="character" w:customStyle="1" w:styleId="Inne">
    <w:name w:val="Inne_"/>
    <w:link w:val="Inne0"/>
    <w:rsid w:val="00407E0E"/>
  </w:style>
  <w:style w:type="paragraph" w:customStyle="1" w:styleId="Inne0">
    <w:name w:val="Inne"/>
    <w:basedOn w:val="Normalny"/>
    <w:link w:val="Inne"/>
    <w:rsid w:val="00407E0E"/>
    <w:pPr>
      <w:widowControl w:val="0"/>
      <w:spacing w:after="100"/>
    </w:pPr>
    <w:rPr>
      <w:sz w:val="20"/>
      <w:szCs w:val="20"/>
    </w:rPr>
  </w:style>
  <w:style w:type="character" w:customStyle="1" w:styleId="Brak">
    <w:name w:val="Brak"/>
    <w:rsid w:val="00383C6E"/>
  </w:style>
  <w:style w:type="character" w:customStyle="1" w:styleId="Nagwek9Znak">
    <w:name w:val="Nagłówek 9 Znak"/>
    <w:basedOn w:val="Domylnaczcionkaakapitu"/>
    <w:link w:val="Nagwek9"/>
    <w:rsid w:val="00C335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C3359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3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D2F9-98B6-4324-B63F-07B15231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6</Pages>
  <Words>1847</Words>
  <Characters>11083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Szpital Powiatowy w Limanowej</Company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Adela</dc:creator>
  <cp:keywords/>
  <dc:description/>
  <cp:lastModifiedBy>b.homoncik</cp:lastModifiedBy>
  <cp:revision>2</cp:revision>
  <cp:lastPrinted>2024-01-29T10:29:00Z</cp:lastPrinted>
  <dcterms:created xsi:type="dcterms:W3CDTF">2025-12-22T13:11:00Z</dcterms:created>
  <dcterms:modified xsi:type="dcterms:W3CDTF">2025-12-22T13:11:00Z</dcterms:modified>
</cp:coreProperties>
</file>